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08FA414A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1B7AAA" w:rsidRPr="00F55AA7">
          <w:rPr>
            <w:rStyle w:val="Hyperlink"/>
            <w:rFonts w:ascii="Arial" w:eastAsia="平成明朝" w:hAnsi="Arial" w:cs="Arial"/>
            <w:szCs w:val="24"/>
          </w:rPr>
          <w:t>amankumar.joshi@iter.org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9B445E">
        <w:rPr>
          <w:rFonts w:ascii="Arial" w:eastAsia="平成明朝" w:hAnsi="Arial" w:cs="Arial"/>
          <w:color w:val="800000"/>
          <w:szCs w:val="24"/>
        </w:rPr>
        <w:t>16</w:t>
      </w:r>
      <w:bookmarkStart w:id="0" w:name="_GoBack"/>
      <w:bookmarkEnd w:id="0"/>
      <w:r w:rsidR="001B7AAA">
        <w:rPr>
          <w:rFonts w:ascii="Arial" w:eastAsia="平成明朝" w:hAnsi="Arial" w:cs="Arial"/>
          <w:color w:val="800000"/>
          <w:szCs w:val="24"/>
        </w:rPr>
        <w:t xml:space="preserve"> December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02CD0CCC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IO/22/CFE/1002</w:t>
      </w:r>
      <w:r w:rsidR="00F01E4D">
        <w:rPr>
          <w:rFonts w:ascii="Arial" w:eastAsia="平成明朝" w:hAnsi="Arial" w:cs="Arial"/>
          <w:b/>
          <w:szCs w:val="24"/>
        </w:rPr>
        <w:t>4923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CE7E9C">
        <w:rPr>
          <w:rFonts w:ascii="Arial" w:eastAsia="平成明朝" w:hAnsi="Arial" w:cs="Arial"/>
          <w:b/>
          <w:szCs w:val="24"/>
        </w:rPr>
        <w:t>AJI</w:t>
      </w:r>
    </w:p>
    <w:p w14:paraId="539CAACA" w14:textId="70F34FF9" w:rsidR="0000240A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F01E4D" w:rsidRPr="00F01E4D">
        <w:rPr>
          <w:rFonts w:ascii="Arial" w:eastAsia="平成明朝" w:hAnsi="Arial" w:cs="Arial"/>
          <w:b/>
          <w:szCs w:val="24"/>
        </w:rPr>
        <w:t>Diagnostics Design Review and Testing Follow Up</w:t>
      </w:r>
    </w:p>
    <w:p w14:paraId="44AD344A" w14:textId="392576EC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F01E4D">
        <w:rPr>
          <w:rFonts w:ascii="Arial" w:eastAsia="平成明朝" w:hAnsi="Arial" w:cs="Arial"/>
          <w:b/>
          <w:szCs w:val="24"/>
        </w:rPr>
        <w:t>Aman Kumar JOSHI</w:t>
      </w:r>
      <w:r w:rsidRPr="00A04E67">
        <w:rPr>
          <w:rFonts w:ascii="Arial" w:eastAsia="平成明朝" w:hAnsi="Arial" w:cs="Arial"/>
          <w:b/>
          <w:szCs w:val="24"/>
        </w:rPr>
        <w:t xml:space="preserve"> - Procurement &amp; Contracts Division ITER 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9B445E">
        <w:rPr>
          <w:szCs w:val="24"/>
        </w:rPr>
      </w:r>
      <w:r w:rsidR="009B445E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9B445E">
        <w:rPr>
          <w:szCs w:val="24"/>
        </w:rPr>
      </w:r>
      <w:r w:rsidR="009B445E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9AED" w14:textId="77777777" w:rsidR="003C3BA8" w:rsidRDefault="003C3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7F32997B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63071C">
      <w:rPr>
        <w:sz w:val="20"/>
        <w:szCs w:val="28"/>
      </w:rPr>
      <w:t>4</w:t>
    </w:r>
    <w:r w:rsidR="003C3BA8">
      <w:rPr>
        <w:sz w:val="20"/>
        <w:szCs w:val="28"/>
      </w:rPr>
      <w:t>923</w:t>
    </w:r>
    <w:r w:rsidRPr="002466FB">
      <w:rPr>
        <w:sz w:val="20"/>
        <w:szCs w:val="28"/>
      </w:rPr>
      <w:t>/</w:t>
    </w:r>
    <w:r w:rsidR="00E76E41">
      <w:rPr>
        <w:sz w:val="20"/>
        <w:szCs w:val="28"/>
      </w:rPr>
      <w:t>AJI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9B445E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9B445E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4E2A5" w14:textId="77777777" w:rsidR="003C3BA8" w:rsidRDefault="003C3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53E70" w14:textId="77777777" w:rsidR="003C3BA8" w:rsidRDefault="003C3B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FD823" w14:textId="77777777" w:rsidR="003C3BA8" w:rsidRDefault="003C3B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228CE" w14:textId="77777777" w:rsidR="003C3BA8" w:rsidRDefault="003C3B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240A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B7AAA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3BA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1E52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45E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821"/>
    <w:rsid w:val="00CD3F56"/>
    <w:rsid w:val="00CD5D22"/>
    <w:rsid w:val="00CE2C54"/>
    <w:rsid w:val="00CE7947"/>
    <w:rsid w:val="00CE7E9C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76E41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1E4D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amankumar.joshi@iter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8C7074-4F19-4DC7-944A-AD42620D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40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772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Joshi Aman kumar</cp:lastModifiedBy>
  <cp:revision>19</cp:revision>
  <cp:lastPrinted>2022-05-09T06:47:00Z</cp:lastPrinted>
  <dcterms:created xsi:type="dcterms:W3CDTF">2022-07-12T10:57:00Z</dcterms:created>
  <dcterms:modified xsi:type="dcterms:W3CDTF">2022-12-06T15:31:00Z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