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352</w:t>
            </w:r>
            <w:r w:rsidR="009E2699">
              <w:rPr>
                <w:b/>
                <w:sz w:val="28"/>
                <w:szCs w:val="28"/>
              </w:rPr>
              <w:t>5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3A4" w:rsidRDefault="00CB53A4">
      <w:r>
        <w:separator/>
      </w:r>
    </w:p>
  </w:endnote>
  <w:endnote w:type="continuationSeparator" w:id="0">
    <w:p w:rsidR="00CB53A4" w:rsidRDefault="00CB5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F40C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F40C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F40C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F40C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3A4" w:rsidRDefault="00CB53A4">
      <w:r>
        <w:separator/>
      </w:r>
    </w:p>
  </w:footnote>
  <w:footnote w:type="continuationSeparator" w:id="0">
    <w:p w:rsidR="00CB53A4" w:rsidRDefault="00CB5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0CB" w:rsidRPr="000F40CB" w:rsidRDefault="000F40CB" w:rsidP="000F40CB">
    <w:pPr>
      <w:spacing w:after="0" w:line="280" w:lineRule="exact"/>
      <w:jc w:val="center"/>
      <w:rPr>
        <w:rFonts w:eastAsia="SimSun"/>
        <w:b/>
        <w:i/>
        <w:sz w:val="28"/>
        <w:szCs w:val="28"/>
        <w:lang w:val="en-US" w:eastAsia="zh-CN"/>
      </w:rPr>
    </w:pPr>
    <w:r w:rsidRPr="000F40CB">
      <w:rPr>
        <w:rFonts w:eastAsia="SimSun"/>
        <w:b/>
        <w:i/>
        <w:sz w:val="28"/>
        <w:szCs w:val="28"/>
        <w:lang w:eastAsia="zh-CN"/>
      </w:rPr>
      <w:t>Hot Cell Complex Building Engineering</w:t>
    </w:r>
  </w:p>
  <w:p w:rsidR="00357AB7" w:rsidRPr="000F40CB" w:rsidRDefault="00357AB7" w:rsidP="000F40CB">
    <w:pPr>
      <w:pStyle w:val="Header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0F40CB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760E2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E2699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53A4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C643-16D0-4F65-A524-A5E786D9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66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57</cp:revision>
  <cp:lastPrinted>2016-09-20T10:48:00Z</cp:lastPrinted>
  <dcterms:created xsi:type="dcterms:W3CDTF">2012-03-05T12:48:00Z</dcterms:created>
  <dcterms:modified xsi:type="dcterms:W3CDTF">2016-11-07T23:25:00Z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