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6E" w:rsidRDefault="00ED196E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2B4D6F" w:rsidRDefault="002B4D6F" w:rsidP="006F6A3A">
      <w:pPr>
        <w:tabs>
          <w:tab w:val="left" w:pos="12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STATEMENT OF EXCLUSIVITY AND AVAILABILITY</w:t>
      </w:r>
    </w:p>
    <w:p w:rsidR="00574445" w:rsidRDefault="00574445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3C19CC" w:rsidRDefault="006927EE" w:rsidP="006927EE">
      <w:pPr>
        <w:ind w:right="12"/>
        <w:jc w:val="center"/>
        <w:rPr>
          <w:b/>
          <w:sz w:val="28"/>
          <w:szCs w:val="28"/>
        </w:rPr>
      </w:pPr>
      <w:r w:rsidRPr="00155605">
        <w:rPr>
          <w:b/>
          <w:sz w:val="28"/>
          <w:szCs w:val="28"/>
        </w:rPr>
        <w:t xml:space="preserve">ITER Organization Call for Expertise </w:t>
      </w:r>
      <w:r>
        <w:rPr>
          <w:b/>
          <w:sz w:val="28"/>
          <w:szCs w:val="28"/>
        </w:rPr>
        <w:t>IO/1</w:t>
      </w:r>
      <w:r w:rsidR="00603AC4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/</w:t>
      </w:r>
      <w:r w:rsidR="0014399C">
        <w:rPr>
          <w:b/>
          <w:sz w:val="28"/>
          <w:szCs w:val="28"/>
        </w:rPr>
        <w:t>CFE/</w:t>
      </w:r>
      <w:r w:rsidR="002B7466">
        <w:rPr>
          <w:b/>
          <w:sz w:val="28"/>
          <w:szCs w:val="28"/>
        </w:rPr>
        <w:t>1</w:t>
      </w:r>
      <w:r w:rsidR="00584D24">
        <w:rPr>
          <w:b/>
          <w:sz w:val="28"/>
          <w:szCs w:val="28"/>
        </w:rPr>
        <w:t>40</w:t>
      </w:r>
      <w:r w:rsidR="00D252F3">
        <w:rPr>
          <w:b/>
          <w:sz w:val="28"/>
          <w:szCs w:val="28"/>
        </w:rPr>
        <w:t>88</w:t>
      </w:r>
      <w:r>
        <w:rPr>
          <w:b/>
          <w:sz w:val="28"/>
          <w:szCs w:val="28"/>
        </w:rPr>
        <w:t>/</w:t>
      </w:r>
      <w:r w:rsidR="00603AC4">
        <w:rPr>
          <w:b/>
          <w:sz w:val="28"/>
          <w:szCs w:val="28"/>
        </w:rPr>
        <w:t>MME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E46D1A" w:rsidRDefault="00940541" w:rsidP="00B278F7">
      <w:pPr>
        <w:tabs>
          <w:tab w:val="left" w:pos="1701"/>
        </w:tabs>
        <w:jc w:val="center"/>
        <w:rPr>
          <w:b/>
          <w:i/>
          <w:sz w:val="28"/>
          <w:szCs w:val="28"/>
        </w:rPr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D2537F">
        <w:t>/we</w:t>
      </w:r>
      <w:r w:rsidRPr="002327D3">
        <w:t>, the undersigned, hereby declare that I</w:t>
      </w:r>
      <w:r w:rsidR="00D2537F">
        <w:t>/we</w:t>
      </w:r>
      <w:r w:rsidRPr="002327D3">
        <w:t xml:space="preserve"> agree to </w:t>
      </w:r>
      <w:r w:rsidR="00E155F8">
        <w:t xml:space="preserve">take part in the </w:t>
      </w:r>
      <w:r w:rsidRPr="002327D3">
        <w:t xml:space="preserve">above-mentioned </w:t>
      </w:r>
      <w:r w:rsidR="00E155F8">
        <w:t>Call for Expertise</w:t>
      </w:r>
      <w:r w:rsidRPr="002327D3">
        <w:t xml:space="preserve">.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6F6A3A">
      <w:pPr>
        <w:tabs>
          <w:tab w:val="left" w:pos="1701"/>
        </w:tabs>
      </w:pPr>
      <w:r w:rsidRPr="002327D3">
        <w:t>I</w:t>
      </w:r>
      <w:r w:rsidR="00D2537F">
        <w:t>/we</w:t>
      </w:r>
      <w:r w:rsidRPr="002327D3">
        <w:t xml:space="preserve"> further declare that I</w:t>
      </w:r>
      <w:r w:rsidR="00D2537F">
        <w:t>/we</w:t>
      </w:r>
      <w:r w:rsidRPr="002327D3">
        <w:t xml:space="preserve"> am able and willing to work </w:t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1A35A2">
        <w:t>August</w:t>
      </w:r>
      <w:r w:rsidR="00C7679C">
        <w:t xml:space="preserve"> 2017</w:t>
      </w:r>
      <w:r w:rsidR="00062C14">
        <w:t xml:space="preserve"> </w:t>
      </w:r>
      <w:r w:rsidR="00983EFC">
        <w:t xml:space="preserve">– </w:t>
      </w:r>
      <w:r w:rsidR="001A35A2">
        <w:t>July</w:t>
      </w:r>
      <w:r w:rsidR="00983EFC">
        <w:t xml:space="preserve"> </w:t>
      </w:r>
      <w:r w:rsidR="00062C14">
        <w:t>20</w:t>
      </w:r>
      <w:r w:rsidR="001A35A2">
        <w:t>20</w:t>
      </w:r>
      <w:r w:rsidR="00062C14">
        <w:t xml:space="preserve"> </w:t>
      </w:r>
      <w:r w:rsidR="00A252F0">
        <w:t>for</w:t>
      </w:r>
      <w:r w:rsidR="00860A2F">
        <w:t xml:space="preserve"> </w:t>
      </w:r>
      <w:r w:rsidR="001A35A2">
        <w:t>Thirty six</w:t>
      </w:r>
      <w:r w:rsidR="00271BB1">
        <w:t xml:space="preserve"> (</w:t>
      </w:r>
      <w:r w:rsidR="001A35A2">
        <w:t>36</w:t>
      </w:r>
      <w:r w:rsidR="00271BB1">
        <w:t>)</w:t>
      </w:r>
      <w:r w:rsidR="00EC276E">
        <w:t xml:space="preserve"> months</w:t>
      </w:r>
      <w:r w:rsidR="0004610A">
        <w:t xml:space="preserve">. </w:t>
      </w:r>
      <w:r w:rsidR="00506D28">
        <w:t xml:space="preserve"> </w:t>
      </w:r>
      <w:bookmarkStart w:id="0" w:name="_GoBack"/>
      <w:bookmarkEnd w:id="0"/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D2537F">
        <w:t>/we</w:t>
      </w:r>
      <w:r w:rsidRPr="002327D3">
        <w:t xml:space="preserve"> confirm that I</w:t>
      </w:r>
      <w:r w:rsidR="00D2537F">
        <w:t>/we</w:t>
      </w:r>
      <w:r w:rsidRPr="002327D3">
        <w:t xml:space="preserve"> </w:t>
      </w:r>
      <w:r w:rsidR="00C245D7">
        <w:t>are</w:t>
      </w:r>
      <w:r w:rsidRPr="002327D3">
        <w:t xml:space="preserve"> not engaged in another </w:t>
      </w:r>
      <w:r w:rsidR="00E155F8">
        <w:t>contract financed by the ITER Organization</w:t>
      </w:r>
      <w:r w:rsidR="00C83B88">
        <w:t xml:space="preserve"> whereby I</w:t>
      </w:r>
      <w:r w:rsidR="00D2537F">
        <w:t>/we</w:t>
      </w:r>
      <w:r w:rsidR="00C83B88">
        <w:t xml:space="preserve"> would be</w:t>
      </w:r>
      <w:r w:rsidRPr="002327D3">
        <w:t xml:space="preserve"> in a position for which </w:t>
      </w:r>
      <w:r w:rsidR="00C245D7">
        <w:t>the</w:t>
      </w:r>
      <w:r w:rsidRPr="002327D3">
        <w:t xml:space="preserve"> services are required during the above periods</w:t>
      </w:r>
      <w:r w:rsidR="00C83B88">
        <w:t>.</w:t>
      </w:r>
      <w:r w:rsidR="005A341A">
        <w:t xml:space="preserve">  I</w:t>
      </w:r>
      <w:r w:rsidR="00D2537F">
        <w:t>/we</w:t>
      </w:r>
      <w:r w:rsidR="00C83B88">
        <w:t xml:space="preserve"> confirm that</w:t>
      </w:r>
      <w:r w:rsidR="00D2537F">
        <w:t xml:space="preserve"> I/we</w:t>
      </w:r>
      <w:r w:rsidR="005A341A">
        <w:t xml:space="preserve"> will not </w:t>
      </w:r>
      <w:r w:rsidR="00C83B88">
        <w:t>charge ITER for</w:t>
      </w:r>
      <w:r w:rsidR="00D2537F">
        <w:t xml:space="preserve"> any</w:t>
      </w:r>
      <w:r w:rsidR="005A341A">
        <w:t xml:space="preserve"> </w:t>
      </w:r>
      <w:r w:rsidR="00D2537F">
        <w:t>works or services related to this contract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D2537F">
        <w:t>/we</w:t>
      </w:r>
      <w:r w:rsidRPr="002327D3">
        <w:t xml:space="preserve"> a</w:t>
      </w:r>
      <w:r w:rsidR="00D2537F">
        <w:t>re</w:t>
      </w:r>
      <w:r w:rsidRPr="002327D3">
        <w:t xml:space="preserve"> fully aware that if I</w:t>
      </w:r>
      <w:r w:rsidR="00D2537F">
        <w:t>/we</w:t>
      </w:r>
      <w:r w:rsidRPr="002327D3">
        <w:t xml:space="preserve"> a</w:t>
      </w:r>
      <w:r w:rsidR="00D2537F">
        <w:t xml:space="preserve">re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>, I</w:t>
      </w:r>
      <w:r w:rsidR="00D2537F">
        <w:t>/we</w:t>
      </w:r>
      <w:r w:rsidRPr="002327D3">
        <w:t xml:space="preserve"> may be subject to exclusion from other tender procedure</w:t>
      </w:r>
      <w:r w:rsidR="00C921CC">
        <w:t xml:space="preserve">s and contracts funded by the </w:t>
      </w:r>
      <w:r w:rsidR="00E155F8">
        <w:t>ITER Organization</w:t>
      </w:r>
      <w:r w:rsidRPr="002327D3">
        <w:t xml:space="preserve"> and that the notification of award of</w:t>
      </w:r>
      <w:r w:rsidR="00D2537F">
        <w:t xml:space="preserve"> a</w:t>
      </w:r>
      <w:r w:rsidRPr="002327D3">
        <w:t xml:space="preserve"> specific contract may be 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478" w:rsidRDefault="007A6478">
      <w:r>
        <w:separator/>
      </w:r>
    </w:p>
  </w:endnote>
  <w:endnote w:type="continuationSeparator" w:id="0">
    <w:p w:rsidR="007A6478" w:rsidRDefault="007A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478" w:rsidRDefault="007A6478">
      <w:r>
        <w:separator/>
      </w:r>
    </w:p>
  </w:footnote>
  <w:footnote w:type="continuationSeparator" w:id="0">
    <w:p w:rsidR="007A6478" w:rsidRDefault="007A6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79C" w:rsidRPr="00C7679C" w:rsidRDefault="00D252F3" w:rsidP="00C7679C">
    <w:pPr>
      <w:tabs>
        <w:tab w:val="center" w:pos="4153"/>
        <w:tab w:val="right" w:pos="8306"/>
      </w:tabs>
      <w:spacing w:after="240"/>
      <w:jc w:val="center"/>
      <w:rPr>
        <w:rFonts w:eastAsia="SimSun"/>
        <w:i/>
        <w:sz w:val="32"/>
        <w:szCs w:val="32"/>
      </w:rPr>
    </w:pPr>
    <w:r>
      <w:rPr>
        <w:rFonts w:eastAsia="SimSun"/>
        <w:b/>
        <w:bCs/>
        <w:i/>
        <w:sz w:val="32"/>
        <w:szCs w:val="32"/>
      </w:rPr>
      <w:t xml:space="preserve">Support of the Electromagnetic compatibility (EMC) design of ITER </w:t>
    </w:r>
    <w:r w:rsidR="001A35A2">
      <w:rPr>
        <w:rFonts w:eastAsia="SimSun"/>
        <w:b/>
        <w:bCs/>
        <w:i/>
        <w:sz w:val="32"/>
        <w:szCs w:val="32"/>
      </w:rPr>
      <w:t>sub</w:t>
    </w:r>
    <w:r>
      <w:rPr>
        <w:rFonts w:eastAsia="SimSun"/>
        <w:b/>
        <w:bCs/>
        <w:i/>
        <w:sz w:val="32"/>
        <w:szCs w:val="32"/>
      </w:rPr>
      <w:t>systems</w:t>
    </w:r>
  </w:p>
  <w:p w:rsidR="005A0CB5" w:rsidRPr="00C7679C" w:rsidRDefault="005A0CB5" w:rsidP="00C767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F6A3A"/>
    <w:rsid w:val="00010B64"/>
    <w:rsid w:val="0003096A"/>
    <w:rsid w:val="000321F9"/>
    <w:rsid w:val="000355AD"/>
    <w:rsid w:val="00037E0D"/>
    <w:rsid w:val="000453B9"/>
    <w:rsid w:val="00045441"/>
    <w:rsid w:val="0004610A"/>
    <w:rsid w:val="00062C14"/>
    <w:rsid w:val="00071836"/>
    <w:rsid w:val="00081700"/>
    <w:rsid w:val="000A137F"/>
    <w:rsid w:val="000A2EC9"/>
    <w:rsid w:val="000E6C81"/>
    <w:rsid w:val="000F58FE"/>
    <w:rsid w:val="0010628E"/>
    <w:rsid w:val="001172FA"/>
    <w:rsid w:val="00117E2F"/>
    <w:rsid w:val="0014399C"/>
    <w:rsid w:val="00157B48"/>
    <w:rsid w:val="001606B5"/>
    <w:rsid w:val="00161E69"/>
    <w:rsid w:val="00183C4D"/>
    <w:rsid w:val="001A35A2"/>
    <w:rsid w:val="001E78CC"/>
    <w:rsid w:val="00215CA2"/>
    <w:rsid w:val="002327D3"/>
    <w:rsid w:val="00233280"/>
    <w:rsid w:val="00237904"/>
    <w:rsid w:val="00243BA2"/>
    <w:rsid w:val="00255F16"/>
    <w:rsid w:val="00271BB1"/>
    <w:rsid w:val="002A1C34"/>
    <w:rsid w:val="002B4D6F"/>
    <w:rsid w:val="002B7466"/>
    <w:rsid w:val="002E0502"/>
    <w:rsid w:val="00352943"/>
    <w:rsid w:val="003739C6"/>
    <w:rsid w:val="0039533D"/>
    <w:rsid w:val="003B17D7"/>
    <w:rsid w:val="003C1977"/>
    <w:rsid w:val="003C19CC"/>
    <w:rsid w:val="003E1B2A"/>
    <w:rsid w:val="003E32B3"/>
    <w:rsid w:val="00414C5B"/>
    <w:rsid w:val="00442260"/>
    <w:rsid w:val="00443323"/>
    <w:rsid w:val="0044699E"/>
    <w:rsid w:val="00466E22"/>
    <w:rsid w:val="00474215"/>
    <w:rsid w:val="004903C7"/>
    <w:rsid w:val="004A105E"/>
    <w:rsid w:val="00506D28"/>
    <w:rsid w:val="00517AC2"/>
    <w:rsid w:val="00574445"/>
    <w:rsid w:val="00584301"/>
    <w:rsid w:val="00584D24"/>
    <w:rsid w:val="00585491"/>
    <w:rsid w:val="0059284C"/>
    <w:rsid w:val="005A0CB5"/>
    <w:rsid w:val="005A341A"/>
    <w:rsid w:val="005A5629"/>
    <w:rsid w:val="005B0D92"/>
    <w:rsid w:val="005E77E0"/>
    <w:rsid w:val="005F1AFA"/>
    <w:rsid w:val="005F4E1C"/>
    <w:rsid w:val="00603AC4"/>
    <w:rsid w:val="00603C6A"/>
    <w:rsid w:val="006278FF"/>
    <w:rsid w:val="00646612"/>
    <w:rsid w:val="006478CE"/>
    <w:rsid w:val="00650741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A6478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940541"/>
    <w:rsid w:val="00983EFC"/>
    <w:rsid w:val="009A2B83"/>
    <w:rsid w:val="009D2E2A"/>
    <w:rsid w:val="009F7C26"/>
    <w:rsid w:val="00A252F0"/>
    <w:rsid w:val="00A3764D"/>
    <w:rsid w:val="00A43CE8"/>
    <w:rsid w:val="00A52768"/>
    <w:rsid w:val="00A70AE0"/>
    <w:rsid w:val="00A97742"/>
    <w:rsid w:val="00AB65D6"/>
    <w:rsid w:val="00AC71AD"/>
    <w:rsid w:val="00AE2DFD"/>
    <w:rsid w:val="00B161B4"/>
    <w:rsid w:val="00B278F7"/>
    <w:rsid w:val="00B3174C"/>
    <w:rsid w:val="00B71C0A"/>
    <w:rsid w:val="00B960FA"/>
    <w:rsid w:val="00BA5E2D"/>
    <w:rsid w:val="00BB0703"/>
    <w:rsid w:val="00BC19BA"/>
    <w:rsid w:val="00C12C3E"/>
    <w:rsid w:val="00C215BF"/>
    <w:rsid w:val="00C22A55"/>
    <w:rsid w:val="00C22C97"/>
    <w:rsid w:val="00C245D7"/>
    <w:rsid w:val="00C60DBA"/>
    <w:rsid w:val="00C7679C"/>
    <w:rsid w:val="00C76E59"/>
    <w:rsid w:val="00C83B88"/>
    <w:rsid w:val="00C9140D"/>
    <w:rsid w:val="00C921CC"/>
    <w:rsid w:val="00CA7D5C"/>
    <w:rsid w:val="00CB31E4"/>
    <w:rsid w:val="00CD0DCA"/>
    <w:rsid w:val="00D01850"/>
    <w:rsid w:val="00D252F3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841B3"/>
    <w:rsid w:val="00FD648A"/>
    <w:rsid w:val="00FD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Elisabeth Huelmbauer</dc:creator>
  <cp:lastModifiedBy>Minihane Michael EXT</cp:lastModifiedBy>
  <cp:revision>3</cp:revision>
  <cp:lastPrinted>2012-04-10T09:52:00Z</cp:lastPrinted>
  <dcterms:created xsi:type="dcterms:W3CDTF">2017-06-06T08:33:00Z</dcterms:created>
  <dcterms:modified xsi:type="dcterms:W3CDTF">2017-06-06T08:44:00Z</dcterms:modified>
</cp:coreProperties>
</file>