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bookmarkStart w:id="0" w:name="_GoBack"/>
      <w:bookmarkEnd w:id="0"/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911C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911C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911C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911C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10022</w:t>
    </w:r>
    <w:r w:rsidR="00B911C5">
      <w:rPr>
        <w:szCs w:val="24"/>
      </w:rPr>
      <w:t>610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911C5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751D4AD2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2EAD-80FA-425C-B70E-93240ACE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9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16</cp:revision>
  <cp:lastPrinted>2017-10-31T13:48:00Z</cp:lastPrinted>
  <dcterms:created xsi:type="dcterms:W3CDTF">2020-11-06T15:46:00Z</dcterms:created>
  <dcterms:modified xsi:type="dcterms:W3CDTF">2021-12-16T09:50:00Z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