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</w:t>
      </w:r>
      <w:bookmarkStart w:id="0" w:name="_GoBack"/>
      <w:bookmarkEnd w:id="0"/>
      <w:r w:rsidRPr="000F308B">
        <w:rPr>
          <w:lang w:val="fr-FR"/>
        </w:rPr>
        <w:t xml:space="preserve">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4126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4126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4126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4126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6E3873" w:rsidRPr="006E3873">
      <w:rPr>
        <w:szCs w:val="24"/>
      </w:rPr>
      <w:t>10022</w:t>
    </w:r>
    <w:r w:rsidR="00D41263">
      <w:rPr>
        <w:szCs w:val="24"/>
      </w:rPr>
      <w:t>621</w:t>
    </w:r>
    <w:r w:rsidRPr="00415540">
      <w:rPr>
        <w:szCs w:val="24"/>
      </w:rPr>
      <w:t>/</w:t>
    </w:r>
    <w:r w:rsidR="00D41263">
      <w:rPr>
        <w:szCs w:val="24"/>
      </w:rPr>
      <w:t>KJ</w:t>
    </w:r>
    <w:r w:rsidR="007437B7">
      <w:rPr>
        <w:szCs w:val="24"/>
      </w:rPr>
      <w:t>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1263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0B8896DE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32F54-FE4B-4987-9FEF-6C58BFBB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10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Jeanmart Kristel EXT</cp:lastModifiedBy>
  <cp:revision>16</cp:revision>
  <cp:lastPrinted>2017-10-31T13:48:00Z</cp:lastPrinted>
  <dcterms:created xsi:type="dcterms:W3CDTF">2020-11-06T15:46:00Z</dcterms:created>
  <dcterms:modified xsi:type="dcterms:W3CDTF">2021-12-06T15:47:00Z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