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4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D44D56">
        <w:trPr>
          <w:trHeight w:val="1003"/>
        </w:trPr>
        <w:tc>
          <w:tcPr>
            <w:tcW w:w="9010" w:type="dxa"/>
          </w:tcPr>
          <w:p w:rsidR="00B272D6" w:rsidRDefault="00B272D6" w:rsidP="00D44D5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D44D5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>ITER Organization Call for Expertise</w:t>
            </w:r>
            <w:r w:rsidR="007B3017">
              <w:rPr>
                <w:b/>
                <w:sz w:val="28"/>
                <w:szCs w:val="28"/>
              </w:rPr>
              <w:t xml:space="preserve"> Ref. </w:t>
            </w:r>
            <w:r w:rsidR="007B3017" w:rsidRPr="007B3017">
              <w:rPr>
                <w:b/>
                <w:sz w:val="28"/>
                <w:szCs w:val="28"/>
              </w:rPr>
              <w:t xml:space="preserve"> </w:t>
            </w:r>
            <w:r w:rsidR="007B3017" w:rsidRPr="007B3017">
              <w:rPr>
                <w:b/>
                <w:sz w:val="28"/>
                <w:szCs w:val="28"/>
              </w:rPr>
              <w:t>IO/19/CFE/16693/IDE</w:t>
            </w:r>
          </w:p>
          <w:p w:rsidR="003156D3" w:rsidRPr="00FD72DA" w:rsidRDefault="003156D3" w:rsidP="00D44D5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Pr="007B3017" w:rsidRDefault="006D46A1" w:rsidP="003156D3">
      <w:pPr>
        <w:pStyle w:val="Annexetitle"/>
        <w:pageBreakBefore w:val="0"/>
        <w:rPr>
          <w:rFonts w:ascii="Garamond" w:hAnsi="Garamond"/>
          <w:lang w:val="fr-FR"/>
        </w:rPr>
      </w:pPr>
      <w:r w:rsidRPr="007B3017">
        <w:rPr>
          <w:rFonts w:ascii="Garamond" w:hAnsi="Garamond"/>
          <w:lang w:val="fr-FR"/>
        </w:rPr>
        <w:t xml:space="preserve">Technical </w:t>
      </w:r>
      <w:r w:rsidR="00125B3A" w:rsidRPr="007B3017">
        <w:rPr>
          <w:rFonts w:ascii="Garamond" w:hAnsi="Garamond"/>
          <w:lang w:val="fr-FR"/>
        </w:rPr>
        <w:t xml:space="preserve">Experience profile </w:t>
      </w:r>
    </w:p>
    <w:p w:rsidR="00BE4950" w:rsidRPr="007B3017" w:rsidRDefault="00BE4950" w:rsidP="003156D3">
      <w:pPr>
        <w:jc w:val="center"/>
        <w:rPr>
          <w:lang w:val="fr-FR"/>
        </w:rPr>
      </w:pPr>
      <w:r w:rsidRPr="007B3017">
        <w:rPr>
          <w:lang w:val="fr-FR"/>
        </w:rPr>
        <w:t>(max 5 pages)</w:t>
      </w:r>
    </w:p>
    <w:p w:rsidR="00125B3A" w:rsidRPr="007B3017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Default="00125B3A" w:rsidP="002B0B09">
      <w:pPr>
        <w:tabs>
          <w:tab w:val="left" w:pos="6135"/>
          <w:tab w:val="left" w:pos="685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  <w:r w:rsidR="002B0B09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  <w:bookmarkStart w:id="0" w:name="_GoBack"/>
      <w:bookmarkEnd w:id="0"/>
    </w:p>
    <w:sectPr w:rsidR="00BB4D35" w:rsidRPr="0001575A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C92" w:rsidRDefault="00243C92">
      <w:r>
        <w:separator/>
      </w:r>
    </w:p>
  </w:endnote>
  <w:endnote w:type="continuationSeparator" w:id="0">
    <w:p w:rsidR="00243C92" w:rsidRDefault="00243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7B3017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of 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7B301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7B301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of 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7B3017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C92" w:rsidRDefault="00243C92">
      <w:r>
        <w:separator/>
      </w:r>
    </w:p>
  </w:footnote>
  <w:footnote w:type="continuationSeparator" w:id="0">
    <w:p w:rsidR="00243C92" w:rsidRDefault="00243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17" w:rsidRPr="007B3017" w:rsidRDefault="007B3017" w:rsidP="007B3017">
    <w:pPr>
      <w:autoSpaceDE w:val="0"/>
      <w:autoSpaceDN w:val="0"/>
      <w:adjustRightInd w:val="0"/>
      <w:jc w:val="center"/>
      <w:rPr>
        <w:rFonts w:eastAsia="SimSun"/>
        <w:b/>
        <w:bCs/>
        <w:i/>
        <w:sz w:val="32"/>
        <w:szCs w:val="32"/>
      </w:rPr>
    </w:pPr>
    <w:r w:rsidRPr="007B3017">
      <w:rPr>
        <w:rFonts w:eastAsia="SimSun"/>
        <w:b/>
        <w:bCs/>
        <w:i/>
        <w:sz w:val="32"/>
        <w:szCs w:val="32"/>
      </w:rPr>
      <w:t>Nuclear Civil Project Management for the Hot Cell Complex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35A41"/>
    <w:rsid w:val="00235B1F"/>
    <w:rsid w:val="00243C92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00FB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B3017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B74C8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C100A"/>
    <w:rsid w:val="00AD74E3"/>
    <w:rsid w:val="00AD7E36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83291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4D56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46CFE"/>
    <w:rsid w:val="00E543A8"/>
    <w:rsid w:val="00E56357"/>
    <w:rsid w:val="00E7275B"/>
    <w:rsid w:val="00E92469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4:docId w14:val="2BC7DE86"/>
  <w15:docId w15:val="{5FC0CD26-D4A0-4FBB-A832-A08340E8C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E6924-BCB2-4F6D-A4A8-D8E76D0FD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80</TotalTime>
  <Pages>2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Daufresne Irina EXT</cp:lastModifiedBy>
  <cp:revision>67</cp:revision>
  <cp:lastPrinted>2018-01-25T15:53:00Z</cp:lastPrinted>
  <dcterms:created xsi:type="dcterms:W3CDTF">2012-03-05T12:48:00Z</dcterms:created>
  <dcterms:modified xsi:type="dcterms:W3CDTF">2019-01-15T14:57:00Z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