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196E" w:rsidRDefault="00ED196E" w:rsidP="006F6A3A">
      <w:pPr>
        <w:tabs>
          <w:tab w:val="left" w:pos="1276"/>
        </w:tabs>
        <w:jc w:val="center"/>
        <w:rPr>
          <w:b/>
          <w:sz w:val="32"/>
          <w:szCs w:val="32"/>
        </w:rPr>
      </w:pPr>
    </w:p>
    <w:p w:rsidR="002B4D6F" w:rsidRDefault="002B4D6F" w:rsidP="006F6A3A">
      <w:pPr>
        <w:tabs>
          <w:tab w:val="left" w:pos="1276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STATEMENT OF EXCLUSIVITY AND AVAILABILITY</w:t>
      </w:r>
    </w:p>
    <w:p w:rsidR="00574445" w:rsidRDefault="00574445" w:rsidP="006F6A3A">
      <w:pPr>
        <w:tabs>
          <w:tab w:val="left" w:pos="1276"/>
        </w:tabs>
        <w:jc w:val="center"/>
        <w:rPr>
          <w:b/>
          <w:sz w:val="32"/>
          <w:szCs w:val="32"/>
        </w:rPr>
      </w:pPr>
    </w:p>
    <w:p w:rsidR="003C19CC" w:rsidRDefault="006927EE" w:rsidP="006927EE">
      <w:pPr>
        <w:ind w:right="12"/>
        <w:jc w:val="center"/>
        <w:rPr>
          <w:b/>
          <w:sz w:val="28"/>
          <w:szCs w:val="28"/>
        </w:rPr>
      </w:pPr>
      <w:r w:rsidRPr="00155605">
        <w:rPr>
          <w:b/>
          <w:sz w:val="28"/>
          <w:szCs w:val="28"/>
        </w:rPr>
        <w:t xml:space="preserve">ITER Organization Call for Expertise </w:t>
      </w:r>
      <w:r w:rsidR="00CB26AC">
        <w:rPr>
          <w:b/>
          <w:sz w:val="28"/>
          <w:szCs w:val="28"/>
        </w:rPr>
        <w:t>IO/19/CFE/16819</w:t>
      </w:r>
      <w:r w:rsidR="008D2455" w:rsidRPr="008D2455">
        <w:rPr>
          <w:b/>
          <w:sz w:val="28"/>
          <w:szCs w:val="28"/>
        </w:rPr>
        <w:t>/ADC</w:t>
      </w:r>
    </w:p>
    <w:p w:rsidR="002B7466" w:rsidRDefault="002B7466" w:rsidP="002B7466">
      <w:pPr>
        <w:spacing w:line="280" w:lineRule="exact"/>
        <w:rPr>
          <w:b/>
          <w:snapToGrid w:val="0"/>
          <w:lang w:eastAsia="en-US"/>
        </w:rPr>
      </w:pPr>
    </w:p>
    <w:p w:rsidR="00940541" w:rsidRPr="00E46D1A" w:rsidRDefault="00940541" w:rsidP="00B278F7">
      <w:pPr>
        <w:tabs>
          <w:tab w:val="left" w:pos="1701"/>
        </w:tabs>
        <w:jc w:val="center"/>
        <w:rPr>
          <w:b/>
          <w:i/>
          <w:sz w:val="28"/>
          <w:szCs w:val="28"/>
        </w:rPr>
      </w:pPr>
    </w:p>
    <w:p w:rsidR="006F6A3A" w:rsidRDefault="006F6A3A" w:rsidP="006F6A3A">
      <w:pPr>
        <w:tabs>
          <w:tab w:val="left" w:pos="1701"/>
        </w:tabs>
        <w:jc w:val="both"/>
      </w:pPr>
      <w:r w:rsidRPr="002327D3">
        <w:t>I</w:t>
      </w:r>
      <w:r w:rsidR="00D2537F">
        <w:t>/we</w:t>
      </w:r>
      <w:r w:rsidRPr="002327D3">
        <w:t>, the undersigned, hereby declare that I</w:t>
      </w:r>
      <w:r w:rsidR="00D2537F">
        <w:t>/we</w:t>
      </w:r>
      <w:r w:rsidRPr="002327D3">
        <w:t xml:space="preserve"> agree to </w:t>
      </w:r>
      <w:r w:rsidR="00E155F8">
        <w:t xml:space="preserve">take part in the </w:t>
      </w:r>
      <w:r w:rsidRPr="002327D3">
        <w:t xml:space="preserve">above-mentioned </w:t>
      </w:r>
      <w:r w:rsidR="00E155F8">
        <w:t>Call for Expertise</w:t>
      </w:r>
      <w:r w:rsidRPr="002327D3">
        <w:t xml:space="preserve">. </w:t>
      </w:r>
    </w:p>
    <w:p w:rsidR="00D9702B" w:rsidRPr="002327D3" w:rsidRDefault="00D9702B" w:rsidP="006F6A3A">
      <w:pPr>
        <w:tabs>
          <w:tab w:val="left" w:pos="1701"/>
        </w:tabs>
        <w:jc w:val="both"/>
      </w:pPr>
    </w:p>
    <w:p w:rsidR="006F6A3A" w:rsidRPr="004E55DA" w:rsidRDefault="006F6A3A" w:rsidP="006F6A3A">
      <w:pPr>
        <w:tabs>
          <w:tab w:val="left" w:pos="1701"/>
        </w:tabs>
      </w:pPr>
      <w:r w:rsidRPr="002327D3">
        <w:t>I</w:t>
      </w:r>
      <w:r w:rsidR="00D2537F">
        <w:t>/we</w:t>
      </w:r>
      <w:r w:rsidRPr="002327D3">
        <w:t xml:space="preserve"> further </w:t>
      </w:r>
      <w:r w:rsidRPr="004E55DA">
        <w:t>declare that I</w:t>
      </w:r>
      <w:r w:rsidR="00D2537F" w:rsidRPr="004E55DA">
        <w:t>/we</w:t>
      </w:r>
      <w:r w:rsidR="004E55DA" w:rsidRPr="004E55DA">
        <w:t xml:space="preserve"> are</w:t>
      </w:r>
      <w:r w:rsidRPr="004E55DA">
        <w:t xml:space="preserve"> able and willing to work </w:t>
      </w:r>
    </w:p>
    <w:p w:rsidR="006F6A3A" w:rsidRPr="004E55DA" w:rsidRDefault="006F6A3A" w:rsidP="006F6A3A">
      <w:pPr>
        <w:tabs>
          <w:tab w:val="left" w:pos="1701"/>
        </w:tabs>
      </w:pPr>
    </w:p>
    <w:p w:rsidR="006F6A3A" w:rsidRPr="00405FCF" w:rsidRDefault="006F6A3A" w:rsidP="006F6A3A">
      <w:pPr>
        <w:numPr>
          <w:ilvl w:val="0"/>
          <w:numId w:val="1"/>
        </w:numPr>
        <w:tabs>
          <w:tab w:val="left" w:pos="1701"/>
        </w:tabs>
        <w:spacing w:after="240"/>
        <w:jc w:val="both"/>
      </w:pPr>
      <w:r w:rsidRPr="004E55DA">
        <w:t xml:space="preserve">for the period(s) foreseen in the </w:t>
      </w:r>
      <w:r w:rsidR="00E155F8" w:rsidRPr="004E55DA">
        <w:t>Technical Specification</w:t>
      </w:r>
      <w:r w:rsidRPr="004E55DA">
        <w:t xml:space="preserve"> attached to the above referenced </w:t>
      </w:r>
      <w:r w:rsidR="00E155F8" w:rsidRPr="004E55DA">
        <w:t>Call for Expertise</w:t>
      </w:r>
      <w:r w:rsidRPr="004E55DA">
        <w:t xml:space="preserve"> for the </w:t>
      </w:r>
      <w:r w:rsidR="00D2537F" w:rsidRPr="004E55DA">
        <w:t>completion of</w:t>
      </w:r>
      <w:r w:rsidR="00C245D7" w:rsidRPr="004E55DA">
        <w:t xml:space="preserve"> the </w:t>
      </w:r>
      <w:r w:rsidR="00D2537F" w:rsidRPr="004E55DA">
        <w:t>works</w:t>
      </w:r>
      <w:r w:rsidRPr="004E55DA">
        <w:t xml:space="preserve"> </w:t>
      </w:r>
      <w:r w:rsidR="00E155F8" w:rsidRPr="00405FCF">
        <w:t>proposed</w:t>
      </w:r>
      <w:r w:rsidRPr="00405FCF">
        <w:t xml:space="preserve"> and</w:t>
      </w:r>
    </w:p>
    <w:p w:rsidR="002E0502" w:rsidRPr="004E55DA" w:rsidRDefault="006F6A3A" w:rsidP="002E0502">
      <w:pPr>
        <w:numPr>
          <w:ilvl w:val="0"/>
          <w:numId w:val="1"/>
        </w:numPr>
        <w:tabs>
          <w:tab w:val="left" w:pos="1701"/>
        </w:tabs>
        <w:spacing w:after="240"/>
        <w:jc w:val="both"/>
      </w:pPr>
      <w:proofErr w:type="gramStart"/>
      <w:r w:rsidRPr="00405FCF">
        <w:t>within</w:t>
      </w:r>
      <w:proofErr w:type="gramEnd"/>
      <w:r w:rsidRPr="00405FCF">
        <w:t xml:space="preserve"> the execution period of the specific contract which</w:t>
      </w:r>
      <w:r w:rsidR="002E0502" w:rsidRPr="00405FCF">
        <w:t xml:space="preserve"> is scheduled to</w:t>
      </w:r>
      <w:r w:rsidRPr="00405FCF">
        <w:t xml:space="preserve"> run</w:t>
      </w:r>
      <w:r w:rsidR="00A252F0" w:rsidRPr="00405FCF">
        <w:t xml:space="preserve"> from </w:t>
      </w:r>
      <w:r w:rsidR="00995766">
        <w:rPr>
          <w:u w:val="single"/>
        </w:rPr>
        <w:t>March</w:t>
      </w:r>
      <w:r w:rsidR="008D2455" w:rsidRPr="00405FCF">
        <w:rPr>
          <w:u w:val="single"/>
        </w:rPr>
        <w:t xml:space="preserve"> 2019</w:t>
      </w:r>
      <w:r w:rsidR="00062C14" w:rsidRPr="00405FCF">
        <w:rPr>
          <w:u w:val="single"/>
        </w:rPr>
        <w:t xml:space="preserve"> </w:t>
      </w:r>
      <w:r w:rsidR="00983EFC" w:rsidRPr="00405FCF">
        <w:rPr>
          <w:u w:val="single"/>
        </w:rPr>
        <w:t xml:space="preserve">– </w:t>
      </w:r>
      <w:r w:rsidR="00995766">
        <w:rPr>
          <w:u w:val="single"/>
        </w:rPr>
        <w:t>March</w:t>
      </w:r>
      <w:r w:rsidR="008D2455" w:rsidRPr="00405FCF">
        <w:rPr>
          <w:u w:val="single"/>
        </w:rPr>
        <w:t xml:space="preserve"> 2020</w:t>
      </w:r>
      <w:r w:rsidR="00105C7B" w:rsidRPr="00405FCF">
        <w:rPr>
          <w:u w:val="single"/>
        </w:rPr>
        <w:t xml:space="preserve"> </w:t>
      </w:r>
      <w:r w:rsidR="00A252F0" w:rsidRPr="004E55DA">
        <w:t>for</w:t>
      </w:r>
      <w:r w:rsidR="00860A2F" w:rsidRPr="004E55DA">
        <w:t xml:space="preserve"> </w:t>
      </w:r>
      <w:r w:rsidR="00105C7B" w:rsidRPr="004E55DA">
        <w:t>Twelve</w:t>
      </w:r>
      <w:r w:rsidR="00271BB1" w:rsidRPr="004E55DA">
        <w:t xml:space="preserve"> (</w:t>
      </w:r>
      <w:r w:rsidR="00105C7B" w:rsidRPr="004E55DA">
        <w:t>12</w:t>
      </w:r>
      <w:r w:rsidR="00271BB1" w:rsidRPr="004E55DA">
        <w:t>)</w:t>
      </w:r>
      <w:r w:rsidR="00EC276E" w:rsidRPr="004E55DA">
        <w:t xml:space="preserve"> months</w:t>
      </w:r>
      <w:r w:rsidR="0004610A" w:rsidRPr="004E55DA">
        <w:t xml:space="preserve">. </w:t>
      </w:r>
      <w:r w:rsidR="00506D28" w:rsidRPr="004E55DA">
        <w:t xml:space="preserve"> </w:t>
      </w:r>
    </w:p>
    <w:p w:rsidR="006F6A3A" w:rsidRPr="004E55DA" w:rsidRDefault="006F6A3A" w:rsidP="006F6A3A">
      <w:pPr>
        <w:tabs>
          <w:tab w:val="left" w:pos="1701"/>
        </w:tabs>
        <w:spacing w:before="120"/>
        <w:jc w:val="both"/>
      </w:pPr>
      <w:r w:rsidRPr="004E55DA">
        <w:t>I</w:t>
      </w:r>
      <w:r w:rsidR="00D2537F" w:rsidRPr="004E55DA">
        <w:t>/we</w:t>
      </w:r>
      <w:r w:rsidRPr="004E55DA">
        <w:t xml:space="preserve"> confirm that I</w:t>
      </w:r>
      <w:r w:rsidR="00D2537F" w:rsidRPr="004E55DA">
        <w:t>/we</w:t>
      </w:r>
      <w:r w:rsidRPr="004E55DA">
        <w:t xml:space="preserve"> </w:t>
      </w:r>
      <w:r w:rsidR="00C245D7" w:rsidRPr="004E55DA">
        <w:t>are</w:t>
      </w:r>
      <w:r w:rsidRPr="004E55DA">
        <w:t xml:space="preserve"> not engaged in another </w:t>
      </w:r>
      <w:r w:rsidR="00E155F8" w:rsidRPr="004E55DA">
        <w:t>contract financed by the ITER Organization</w:t>
      </w:r>
      <w:r w:rsidR="00C83B88" w:rsidRPr="004E55DA">
        <w:t xml:space="preserve"> whereby I</w:t>
      </w:r>
      <w:r w:rsidR="00D2537F" w:rsidRPr="004E55DA">
        <w:t>/we</w:t>
      </w:r>
      <w:r w:rsidR="00C83B88" w:rsidRPr="004E55DA">
        <w:t xml:space="preserve"> would be</w:t>
      </w:r>
      <w:r w:rsidRPr="004E55DA">
        <w:t xml:space="preserve"> in a position for which </w:t>
      </w:r>
      <w:r w:rsidR="00C245D7" w:rsidRPr="004E55DA">
        <w:t>the</w:t>
      </w:r>
      <w:r w:rsidRPr="004E55DA">
        <w:t xml:space="preserve"> services are required during the above periods</w:t>
      </w:r>
      <w:r w:rsidR="00C83B88" w:rsidRPr="004E55DA">
        <w:t>.</w:t>
      </w:r>
      <w:r w:rsidR="005A341A" w:rsidRPr="004E55DA">
        <w:t xml:space="preserve">  I</w:t>
      </w:r>
      <w:r w:rsidR="00D2537F" w:rsidRPr="004E55DA">
        <w:t>/we</w:t>
      </w:r>
      <w:r w:rsidR="00C83B88" w:rsidRPr="004E55DA">
        <w:t xml:space="preserve"> confirm that</w:t>
      </w:r>
      <w:r w:rsidR="00D2537F" w:rsidRPr="004E55DA">
        <w:t xml:space="preserve"> I/we</w:t>
      </w:r>
      <w:r w:rsidR="005A341A" w:rsidRPr="004E55DA">
        <w:t xml:space="preserve"> will not </w:t>
      </w:r>
      <w:r w:rsidR="00C83B88" w:rsidRPr="004E55DA">
        <w:t>charge ITER for</w:t>
      </w:r>
      <w:r w:rsidR="00D2537F" w:rsidRPr="004E55DA">
        <w:t xml:space="preserve"> any</w:t>
      </w:r>
      <w:r w:rsidR="005A341A" w:rsidRPr="004E55DA">
        <w:t xml:space="preserve"> </w:t>
      </w:r>
      <w:r w:rsidR="00D2537F" w:rsidRPr="004E55DA">
        <w:t>works or services related to this contract</w:t>
      </w:r>
      <w:r w:rsidR="009A2B83" w:rsidRPr="004E55DA">
        <w:t xml:space="preserve"> </w:t>
      </w:r>
      <w:r w:rsidR="00E155F8" w:rsidRPr="004E55DA">
        <w:t>under</w:t>
      </w:r>
      <w:r w:rsidR="00D2537F" w:rsidRPr="004E55DA">
        <w:t xml:space="preserve"> any other</w:t>
      </w:r>
      <w:r w:rsidR="009A2B83" w:rsidRPr="004E55DA">
        <w:t xml:space="preserve"> </w:t>
      </w:r>
      <w:r w:rsidR="00E155F8" w:rsidRPr="004E55DA">
        <w:t>contract.</w:t>
      </w:r>
      <w:r w:rsidR="00D2537F" w:rsidRPr="004E55DA">
        <w:t xml:space="preserve"> </w:t>
      </w:r>
    </w:p>
    <w:p w:rsidR="007D4715" w:rsidRPr="004E55DA" w:rsidRDefault="007D4715" w:rsidP="006F6A3A">
      <w:pPr>
        <w:tabs>
          <w:tab w:val="left" w:pos="1701"/>
        </w:tabs>
        <w:jc w:val="both"/>
      </w:pPr>
    </w:p>
    <w:p w:rsidR="006F6A3A" w:rsidRDefault="006F6A3A" w:rsidP="006F6A3A">
      <w:pPr>
        <w:tabs>
          <w:tab w:val="left" w:pos="1701"/>
        </w:tabs>
        <w:jc w:val="both"/>
      </w:pPr>
      <w:r w:rsidRPr="004E55DA">
        <w:t>Furthermore, should this offer be accepted, I</w:t>
      </w:r>
      <w:r w:rsidR="00D2537F" w:rsidRPr="004E55DA">
        <w:t>/we</w:t>
      </w:r>
      <w:r w:rsidRPr="004E55DA">
        <w:t xml:space="preserve"> a</w:t>
      </w:r>
      <w:r w:rsidR="00D2537F" w:rsidRPr="004E55DA">
        <w:t>re</w:t>
      </w:r>
      <w:r w:rsidRPr="004E55DA">
        <w:t xml:space="preserve"> fully aware that if I</w:t>
      </w:r>
      <w:r w:rsidR="00D2537F" w:rsidRPr="004E55DA">
        <w:t>/we</w:t>
      </w:r>
      <w:r w:rsidRPr="004E55DA">
        <w:t xml:space="preserve"> a</w:t>
      </w:r>
      <w:r w:rsidR="00D2537F" w:rsidRPr="004E55DA">
        <w:t xml:space="preserve">re </w:t>
      </w:r>
      <w:r w:rsidRPr="004E55DA">
        <w:t>not available</w:t>
      </w:r>
      <w:r w:rsidRPr="002327D3">
        <w:t xml:space="preserve"> at the expected start date of </w:t>
      </w:r>
      <w:r w:rsidR="00D2537F">
        <w:t>the</w:t>
      </w:r>
      <w:r w:rsidRPr="002327D3">
        <w:t xml:space="preserve"> services for reasons other than ill-health or </w:t>
      </w:r>
      <w:r w:rsidRPr="002327D3">
        <w:rPr>
          <w:i/>
        </w:rPr>
        <w:t>force majeure</w:t>
      </w:r>
      <w:r w:rsidRPr="002327D3">
        <w:t>, I</w:t>
      </w:r>
      <w:r w:rsidR="00D2537F">
        <w:t>/we</w:t>
      </w:r>
      <w:r w:rsidRPr="002327D3">
        <w:t xml:space="preserve"> may be subject to exclusion from other tender procedure</w:t>
      </w:r>
      <w:r w:rsidR="00C921CC">
        <w:t xml:space="preserve">s and contracts funded by the </w:t>
      </w:r>
      <w:r w:rsidR="00E155F8">
        <w:t>ITER Organization</w:t>
      </w:r>
      <w:r w:rsidRPr="002327D3">
        <w:t xml:space="preserve"> and that the notification of award of</w:t>
      </w:r>
      <w:r w:rsidR="00D2537F">
        <w:t xml:space="preserve"> a</w:t>
      </w:r>
      <w:r w:rsidRPr="002327D3">
        <w:t xml:space="preserve"> specific contract may be rendered null and void</w:t>
      </w:r>
      <w:r w:rsidR="00C22C97">
        <w:t>.</w:t>
      </w:r>
    </w:p>
    <w:p w:rsidR="007D4715" w:rsidRPr="002327D3" w:rsidRDefault="007D4715" w:rsidP="006F6A3A">
      <w:pPr>
        <w:tabs>
          <w:tab w:val="left" w:pos="1701"/>
        </w:tabs>
        <w:jc w:val="both"/>
      </w:pPr>
    </w:p>
    <w:p w:rsidR="00663B7D" w:rsidRDefault="00663B7D" w:rsidP="006F6A3A">
      <w:pPr>
        <w:tabs>
          <w:tab w:val="left" w:pos="1701"/>
        </w:tabs>
      </w:pPr>
    </w:p>
    <w:p w:rsidR="00663B7D" w:rsidRDefault="00663B7D" w:rsidP="006F6A3A">
      <w:pPr>
        <w:tabs>
          <w:tab w:val="left" w:pos="1701"/>
        </w:tabs>
      </w:pPr>
    </w:p>
    <w:tbl>
      <w:tblPr>
        <w:tblpPr w:leftFromText="180" w:rightFromText="180" w:vertAnchor="text" w:horzAnchor="margin" w:tblpY="3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6"/>
        <w:gridCol w:w="7626"/>
      </w:tblGrid>
      <w:tr w:rsidR="00663B7D" w:rsidTr="00CA680F">
        <w:trPr>
          <w:trHeight w:val="841"/>
        </w:trPr>
        <w:tc>
          <w:tcPr>
            <w:tcW w:w="1276" w:type="dxa"/>
            <w:shd w:val="pct10" w:color="auto" w:fill="FFFFFF"/>
            <w:vAlign w:val="center"/>
          </w:tcPr>
          <w:p w:rsidR="00663B7D" w:rsidRDefault="00663B7D" w:rsidP="00CA680F">
            <w:pPr>
              <w:tabs>
                <w:tab w:val="left" w:pos="1701"/>
              </w:tabs>
              <w:spacing w:before="120" w:after="120"/>
              <w:rPr>
                <w:b/>
              </w:rPr>
            </w:pPr>
            <w:r>
              <w:rPr>
                <w:b/>
              </w:rPr>
              <w:t>Name</w:t>
            </w:r>
          </w:p>
        </w:tc>
        <w:tc>
          <w:tcPr>
            <w:tcW w:w="7626" w:type="dxa"/>
          </w:tcPr>
          <w:p w:rsidR="00663B7D" w:rsidRDefault="00663B7D" w:rsidP="00663B7D">
            <w:pPr>
              <w:tabs>
                <w:tab w:val="left" w:pos="1701"/>
              </w:tabs>
              <w:spacing w:before="120" w:after="120"/>
            </w:pPr>
          </w:p>
        </w:tc>
      </w:tr>
      <w:tr w:rsidR="00663B7D" w:rsidTr="00CA680F">
        <w:trPr>
          <w:trHeight w:val="998"/>
        </w:trPr>
        <w:tc>
          <w:tcPr>
            <w:tcW w:w="1276" w:type="dxa"/>
            <w:shd w:val="pct10" w:color="auto" w:fill="FFFFFF"/>
            <w:vAlign w:val="center"/>
          </w:tcPr>
          <w:p w:rsidR="00663B7D" w:rsidRDefault="00663B7D" w:rsidP="00CA680F">
            <w:pPr>
              <w:tabs>
                <w:tab w:val="left" w:pos="1701"/>
              </w:tabs>
              <w:spacing w:before="120" w:after="120"/>
              <w:rPr>
                <w:b/>
              </w:rPr>
            </w:pPr>
            <w:r>
              <w:rPr>
                <w:b/>
              </w:rPr>
              <w:t>Signature</w:t>
            </w:r>
          </w:p>
        </w:tc>
        <w:tc>
          <w:tcPr>
            <w:tcW w:w="7626" w:type="dxa"/>
          </w:tcPr>
          <w:p w:rsidR="00663B7D" w:rsidRDefault="00663B7D" w:rsidP="00663B7D">
            <w:pPr>
              <w:tabs>
                <w:tab w:val="left" w:pos="1701"/>
              </w:tabs>
              <w:spacing w:before="120" w:after="120"/>
            </w:pPr>
          </w:p>
        </w:tc>
      </w:tr>
      <w:tr w:rsidR="00663B7D" w:rsidTr="00CA680F">
        <w:trPr>
          <w:trHeight w:val="979"/>
        </w:trPr>
        <w:tc>
          <w:tcPr>
            <w:tcW w:w="1276" w:type="dxa"/>
            <w:shd w:val="pct10" w:color="auto" w:fill="FFFFFF"/>
            <w:vAlign w:val="center"/>
          </w:tcPr>
          <w:p w:rsidR="00663B7D" w:rsidRDefault="00663B7D" w:rsidP="00CA680F">
            <w:pPr>
              <w:tabs>
                <w:tab w:val="left" w:pos="1701"/>
              </w:tabs>
              <w:spacing w:before="120" w:after="120"/>
              <w:rPr>
                <w:b/>
              </w:rPr>
            </w:pPr>
            <w:r>
              <w:rPr>
                <w:b/>
              </w:rPr>
              <w:t>Date</w:t>
            </w:r>
          </w:p>
        </w:tc>
        <w:tc>
          <w:tcPr>
            <w:tcW w:w="7626" w:type="dxa"/>
          </w:tcPr>
          <w:p w:rsidR="00663B7D" w:rsidRDefault="00663B7D" w:rsidP="00663B7D">
            <w:pPr>
              <w:tabs>
                <w:tab w:val="left" w:pos="1701"/>
              </w:tabs>
              <w:spacing w:before="120" w:after="120"/>
            </w:pPr>
          </w:p>
        </w:tc>
      </w:tr>
    </w:tbl>
    <w:p w:rsidR="006F6A3A" w:rsidRDefault="006F6A3A" w:rsidP="00585491">
      <w:bookmarkStart w:id="0" w:name="_GoBack"/>
      <w:bookmarkEnd w:id="0"/>
    </w:p>
    <w:sectPr w:rsidR="006F6A3A" w:rsidSect="00DD08AB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6478" w:rsidRDefault="007A6478">
      <w:r>
        <w:separator/>
      </w:r>
    </w:p>
  </w:endnote>
  <w:endnote w:type="continuationSeparator" w:id="0">
    <w:p w:rsidR="007A6478" w:rsidRDefault="007A64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6478" w:rsidRDefault="007A6478">
      <w:r>
        <w:separator/>
      </w:r>
    </w:p>
  </w:footnote>
  <w:footnote w:type="continuationSeparator" w:id="0">
    <w:p w:rsidR="007A6478" w:rsidRDefault="007A647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0CB5" w:rsidRPr="00CB26AC" w:rsidRDefault="00CB26AC" w:rsidP="00CB26AC">
    <w:pPr>
      <w:pStyle w:val="Header"/>
      <w:jc w:val="center"/>
    </w:pPr>
    <w:r w:rsidRPr="00CB26AC">
      <w:rPr>
        <w:rFonts w:eastAsia="SimSun"/>
        <w:b/>
        <w:bCs/>
        <w:i/>
        <w:sz w:val="32"/>
        <w:szCs w:val="32"/>
      </w:rPr>
      <w:t>Senior engineer for TF structures manufacture follow-up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6D5E64"/>
    <w:multiLevelType w:val="hybridMultilevel"/>
    <w:tmpl w:val="EBA22664"/>
    <w:lvl w:ilvl="0" w:tplc="08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6F6A3A"/>
    <w:rsid w:val="00010B64"/>
    <w:rsid w:val="0003096A"/>
    <w:rsid w:val="000321F9"/>
    <w:rsid w:val="000355AD"/>
    <w:rsid w:val="00037E0D"/>
    <w:rsid w:val="000453B9"/>
    <w:rsid w:val="00045441"/>
    <w:rsid w:val="0004610A"/>
    <w:rsid w:val="00062C14"/>
    <w:rsid w:val="00071836"/>
    <w:rsid w:val="00081700"/>
    <w:rsid w:val="000A137F"/>
    <w:rsid w:val="000A2EC9"/>
    <w:rsid w:val="000E6C81"/>
    <w:rsid w:val="000F58FE"/>
    <w:rsid w:val="00105C7B"/>
    <w:rsid w:val="0010628E"/>
    <w:rsid w:val="001172FA"/>
    <w:rsid w:val="00117E2F"/>
    <w:rsid w:val="0014399C"/>
    <w:rsid w:val="00157B48"/>
    <w:rsid w:val="001606B5"/>
    <w:rsid w:val="00161E69"/>
    <w:rsid w:val="00183C4D"/>
    <w:rsid w:val="001A35A2"/>
    <w:rsid w:val="001E78CC"/>
    <w:rsid w:val="00215CA2"/>
    <w:rsid w:val="002327D3"/>
    <w:rsid w:val="00233280"/>
    <w:rsid w:val="00237904"/>
    <w:rsid w:val="00243BA2"/>
    <w:rsid w:val="00255F16"/>
    <w:rsid w:val="00271BB1"/>
    <w:rsid w:val="002A1C34"/>
    <w:rsid w:val="002B4D6F"/>
    <w:rsid w:val="002B7466"/>
    <w:rsid w:val="002E0502"/>
    <w:rsid w:val="00352943"/>
    <w:rsid w:val="003739C6"/>
    <w:rsid w:val="0039533D"/>
    <w:rsid w:val="003B17D7"/>
    <w:rsid w:val="003C1977"/>
    <w:rsid w:val="003C19CC"/>
    <w:rsid w:val="003E1B2A"/>
    <w:rsid w:val="003E32B3"/>
    <w:rsid w:val="00405FCF"/>
    <w:rsid w:val="00414C5B"/>
    <w:rsid w:val="00442260"/>
    <w:rsid w:val="00443323"/>
    <w:rsid w:val="0044699E"/>
    <w:rsid w:val="00466E22"/>
    <w:rsid w:val="00474215"/>
    <w:rsid w:val="004903C7"/>
    <w:rsid w:val="004A105E"/>
    <w:rsid w:val="004E55DA"/>
    <w:rsid w:val="00506D28"/>
    <w:rsid w:val="00517AC2"/>
    <w:rsid w:val="00574445"/>
    <w:rsid w:val="00584301"/>
    <w:rsid w:val="00584D24"/>
    <w:rsid w:val="00585491"/>
    <w:rsid w:val="0059284C"/>
    <w:rsid w:val="005A0CB5"/>
    <w:rsid w:val="005A341A"/>
    <w:rsid w:val="005A5629"/>
    <w:rsid w:val="005B0D92"/>
    <w:rsid w:val="005E77E0"/>
    <w:rsid w:val="005F1AFA"/>
    <w:rsid w:val="005F4E1C"/>
    <w:rsid w:val="00603AC4"/>
    <w:rsid w:val="00603C6A"/>
    <w:rsid w:val="006278FF"/>
    <w:rsid w:val="00646612"/>
    <w:rsid w:val="006478CE"/>
    <w:rsid w:val="00650741"/>
    <w:rsid w:val="00663B7D"/>
    <w:rsid w:val="006927EE"/>
    <w:rsid w:val="006A2821"/>
    <w:rsid w:val="006B1176"/>
    <w:rsid w:val="006D5775"/>
    <w:rsid w:val="006F6A3A"/>
    <w:rsid w:val="00704653"/>
    <w:rsid w:val="007140AD"/>
    <w:rsid w:val="00717BC4"/>
    <w:rsid w:val="00736556"/>
    <w:rsid w:val="00754435"/>
    <w:rsid w:val="0076306A"/>
    <w:rsid w:val="0077712F"/>
    <w:rsid w:val="007939AA"/>
    <w:rsid w:val="007A6478"/>
    <w:rsid w:val="007C01D1"/>
    <w:rsid w:val="007D4715"/>
    <w:rsid w:val="00852118"/>
    <w:rsid w:val="00852510"/>
    <w:rsid w:val="00860A2F"/>
    <w:rsid w:val="00883B69"/>
    <w:rsid w:val="008B0457"/>
    <w:rsid w:val="008B06EC"/>
    <w:rsid w:val="008B6032"/>
    <w:rsid w:val="008D2455"/>
    <w:rsid w:val="008E242C"/>
    <w:rsid w:val="008F3405"/>
    <w:rsid w:val="00940541"/>
    <w:rsid w:val="00983EFC"/>
    <w:rsid w:val="00995766"/>
    <w:rsid w:val="009A2B83"/>
    <w:rsid w:val="009D2E2A"/>
    <w:rsid w:val="009F7C26"/>
    <w:rsid w:val="00A252F0"/>
    <w:rsid w:val="00A3764D"/>
    <w:rsid w:val="00A43CE8"/>
    <w:rsid w:val="00A52768"/>
    <w:rsid w:val="00A70AE0"/>
    <w:rsid w:val="00A97742"/>
    <w:rsid w:val="00AB65D6"/>
    <w:rsid w:val="00AC71AD"/>
    <w:rsid w:val="00AE2DFD"/>
    <w:rsid w:val="00B161B4"/>
    <w:rsid w:val="00B278F7"/>
    <w:rsid w:val="00B3174C"/>
    <w:rsid w:val="00B71C0A"/>
    <w:rsid w:val="00B960FA"/>
    <w:rsid w:val="00BA5E2D"/>
    <w:rsid w:val="00BB0703"/>
    <w:rsid w:val="00BC19BA"/>
    <w:rsid w:val="00C12C3E"/>
    <w:rsid w:val="00C215BF"/>
    <w:rsid w:val="00C22A55"/>
    <w:rsid w:val="00C22C97"/>
    <w:rsid w:val="00C245D7"/>
    <w:rsid w:val="00C60DBA"/>
    <w:rsid w:val="00C7679C"/>
    <w:rsid w:val="00C76E59"/>
    <w:rsid w:val="00C83B88"/>
    <w:rsid w:val="00C9140D"/>
    <w:rsid w:val="00C921CC"/>
    <w:rsid w:val="00CA680F"/>
    <w:rsid w:val="00CA7D5C"/>
    <w:rsid w:val="00CB26AC"/>
    <w:rsid w:val="00CB31E4"/>
    <w:rsid w:val="00CD0DCA"/>
    <w:rsid w:val="00D01850"/>
    <w:rsid w:val="00D252F3"/>
    <w:rsid w:val="00D2537F"/>
    <w:rsid w:val="00D507F5"/>
    <w:rsid w:val="00D6007C"/>
    <w:rsid w:val="00D9428E"/>
    <w:rsid w:val="00D9702B"/>
    <w:rsid w:val="00DA4477"/>
    <w:rsid w:val="00DB1960"/>
    <w:rsid w:val="00DC33B3"/>
    <w:rsid w:val="00DD08AB"/>
    <w:rsid w:val="00DE7268"/>
    <w:rsid w:val="00DF316D"/>
    <w:rsid w:val="00DF57F9"/>
    <w:rsid w:val="00E155F8"/>
    <w:rsid w:val="00E43A34"/>
    <w:rsid w:val="00E46D1A"/>
    <w:rsid w:val="00E557A7"/>
    <w:rsid w:val="00E73E85"/>
    <w:rsid w:val="00E76DA0"/>
    <w:rsid w:val="00EB4513"/>
    <w:rsid w:val="00EC276E"/>
    <w:rsid w:val="00ED196E"/>
    <w:rsid w:val="00EE73D8"/>
    <w:rsid w:val="00F0262E"/>
    <w:rsid w:val="00F048D8"/>
    <w:rsid w:val="00F328C9"/>
    <w:rsid w:val="00F5458A"/>
    <w:rsid w:val="00F841B3"/>
    <w:rsid w:val="00FD648A"/>
    <w:rsid w:val="00FD67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D08AB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semiHidden/>
    <w:rsid w:val="006F6A3A"/>
    <w:pPr>
      <w:spacing w:after="240"/>
    </w:pPr>
    <w:rPr>
      <w:rFonts w:ascii="Arial" w:hAnsi="Arial"/>
      <w:sz w:val="20"/>
      <w:szCs w:val="20"/>
    </w:rPr>
  </w:style>
  <w:style w:type="character" w:styleId="FootnoteReference">
    <w:name w:val="footnote reference"/>
    <w:basedOn w:val="DefaultParagraphFont"/>
    <w:semiHidden/>
    <w:rsid w:val="006F6A3A"/>
    <w:rPr>
      <w:vertAlign w:val="superscript"/>
    </w:rPr>
  </w:style>
  <w:style w:type="character" w:styleId="Hyperlink">
    <w:name w:val="Hyperlink"/>
    <w:basedOn w:val="DefaultParagraphFont"/>
    <w:rsid w:val="007D4715"/>
    <w:rPr>
      <w:color w:val="0000FF"/>
      <w:u w:val="single"/>
    </w:rPr>
  </w:style>
  <w:style w:type="paragraph" w:styleId="Header">
    <w:name w:val="header"/>
    <w:basedOn w:val="Normal"/>
    <w:link w:val="HeaderChar"/>
    <w:rsid w:val="00F841B3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F841B3"/>
    <w:pPr>
      <w:tabs>
        <w:tab w:val="center" w:pos="4536"/>
        <w:tab w:val="right" w:pos="9072"/>
      </w:tabs>
    </w:pPr>
  </w:style>
  <w:style w:type="paragraph" w:styleId="BalloonText">
    <w:name w:val="Balloon Text"/>
    <w:basedOn w:val="Normal"/>
    <w:link w:val="BalloonTextChar"/>
    <w:rsid w:val="008F340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F340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DE7268"/>
    <w:pPr>
      <w:spacing w:before="100" w:beforeAutospacing="1" w:after="100" w:afterAutospacing="1"/>
    </w:pPr>
    <w:rPr>
      <w:lang w:val="en-US" w:eastAsia="en-US"/>
    </w:rPr>
  </w:style>
  <w:style w:type="character" w:customStyle="1" w:styleId="HeaderChar">
    <w:name w:val="Header Char"/>
    <w:basedOn w:val="DefaultParagraphFont"/>
    <w:link w:val="Header"/>
    <w:rsid w:val="00736556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D08AB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semiHidden/>
    <w:rsid w:val="006F6A3A"/>
    <w:pPr>
      <w:spacing w:after="240"/>
    </w:pPr>
    <w:rPr>
      <w:rFonts w:ascii="Arial" w:hAnsi="Arial"/>
      <w:sz w:val="20"/>
      <w:szCs w:val="20"/>
    </w:rPr>
  </w:style>
  <w:style w:type="character" w:styleId="FootnoteReference">
    <w:name w:val="footnote reference"/>
    <w:basedOn w:val="DefaultParagraphFont"/>
    <w:semiHidden/>
    <w:rsid w:val="006F6A3A"/>
    <w:rPr>
      <w:vertAlign w:val="superscript"/>
    </w:rPr>
  </w:style>
  <w:style w:type="character" w:styleId="Hyperlink">
    <w:name w:val="Hyperlink"/>
    <w:basedOn w:val="DefaultParagraphFont"/>
    <w:rsid w:val="007D4715"/>
    <w:rPr>
      <w:color w:val="0000FF"/>
      <w:u w:val="single"/>
    </w:rPr>
  </w:style>
  <w:style w:type="paragraph" w:styleId="Header">
    <w:name w:val="header"/>
    <w:basedOn w:val="Normal"/>
    <w:link w:val="HeaderChar"/>
    <w:rsid w:val="00F841B3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F841B3"/>
    <w:pPr>
      <w:tabs>
        <w:tab w:val="center" w:pos="4536"/>
        <w:tab w:val="right" w:pos="9072"/>
      </w:tabs>
    </w:pPr>
  </w:style>
  <w:style w:type="paragraph" w:styleId="BalloonText">
    <w:name w:val="Balloon Text"/>
    <w:basedOn w:val="Normal"/>
    <w:link w:val="BalloonTextChar"/>
    <w:rsid w:val="008F340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F340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DE7268"/>
    <w:pPr>
      <w:spacing w:before="100" w:beforeAutospacing="1" w:after="100" w:afterAutospacing="1"/>
    </w:pPr>
    <w:rPr>
      <w:lang w:val="en-US" w:eastAsia="en-US"/>
    </w:rPr>
  </w:style>
  <w:style w:type="character" w:customStyle="1" w:styleId="HeaderChar">
    <w:name w:val="Header Char"/>
    <w:basedOn w:val="DefaultParagraphFont"/>
    <w:link w:val="Header"/>
    <w:rsid w:val="0073655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186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0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62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13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57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12000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488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637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3768310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1254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208</Words>
  <Characters>1091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Statement of exclusivity and availability</vt:lpstr>
    </vt:vector>
  </TitlesOfParts>
  <Company>European Commission</Company>
  <LinksUpToDate>false</LinksUpToDate>
  <CharactersWithSpaces>1297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Statement of exclusivity and availability</dc:title>
  <dc:creator>Elisabeth Huelmbauer</dc:creator>
  <cp:lastModifiedBy>Dubuc Aurelie</cp:lastModifiedBy>
  <cp:revision>11</cp:revision>
  <cp:lastPrinted>2012-04-10T09:52:00Z</cp:lastPrinted>
  <dcterms:created xsi:type="dcterms:W3CDTF">2017-06-06T08:33:00Z</dcterms:created>
  <dcterms:modified xsi:type="dcterms:W3CDTF">2019-01-17T12:38:00Z</dcterms:modified>
</cp:coreProperties>
</file>