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bookmarkStart w:id="1" w:name="_GoBack"/>
      <w:bookmarkEnd w:id="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BD3709">
        <w:rPr>
          <w:b/>
          <w:i/>
          <w:sz w:val="32"/>
        </w:rPr>
        <w:t>9</w:t>
      </w:r>
      <w:r w:rsidRPr="001A4331">
        <w:rPr>
          <w:b/>
          <w:i/>
          <w:sz w:val="32"/>
        </w:rPr>
        <w:t>/CF</w:t>
      </w:r>
      <w:r w:rsidR="002766D0">
        <w:rPr>
          <w:b/>
          <w:i/>
          <w:sz w:val="32"/>
        </w:rPr>
        <w:t>E</w:t>
      </w:r>
      <w:r w:rsidRPr="001A4331">
        <w:rPr>
          <w:b/>
          <w:i/>
          <w:sz w:val="32"/>
        </w:rPr>
        <w:t>/</w:t>
      </w:r>
      <w:r>
        <w:rPr>
          <w:b/>
          <w:i/>
          <w:sz w:val="32"/>
        </w:rPr>
        <w:t>1</w:t>
      </w:r>
      <w:r w:rsidR="00BD3709">
        <w:rPr>
          <w:b/>
          <w:i/>
          <w:sz w:val="32"/>
        </w:rPr>
        <w:t>6692</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777" w:rsidRDefault="004D2777" w:rsidP="00346CE1">
      <w:pPr>
        <w:spacing w:before="0"/>
      </w:pPr>
      <w:r>
        <w:separator/>
      </w:r>
    </w:p>
  </w:endnote>
  <w:endnote w:type="continuationSeparator" w:id="0">
    <w:p w:rsidR="004D2777" w:rsidRDefault="004D2777"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777" w:rsidRDefault="004D2777" w:rsidP="00346CE1">
      <w:pPr>
        <w:spacing w:before="0"/>
      </w:pPr>
      <w:r>
        <w:separator/>
      </w:r>
    </w:p>
  </w:footnote>
  <w:footnote w:type="continuationSeparator" w:id="0">
    <w:p w:rsidR="004D2777" w:rsidRDefault="004D2777" w:rsidP="00346C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83B" w:rsidRPr="003E656A" w:rsidRDefault="00BD3709" w:rsidP="00BD3709">
    <w:pPr>
      <w:tabs>
        <w:tab w:val="center" w:pos="4153"/>
        <w:tab w:val="right" w:pos="8306"/>
      </w:tabs>
      <w:spacing w:before="0" w:after="240"/>
      <w:jc w:val="center"/>
    </w:pPr>
    <w:r w:rsidRPr="00BD3709">
      <w:rPr>
        <w:rFonts w:eastAsia="SimSun"/>
        <w:b/>
        <w:bCs/>
        <w:i/>
        <w:sz w:val="32"/>
        <w:szCs w:val="32"/>
        <w:lang w:eastAsia="en-GB"/>
      </w:rPr>
      <w:t>Nuclear Civil Analysis for the Hot Cell Complex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537B"/>
    <w:rsid w:val="003E656A"/>
    <w:rsid w:val="003F192B"/>
    <w:rsid w:val="004D2777"/>
    <w:rsid w:val="00515D11"/>
    <w:rsid w:val="005A2301"/>
    <w:rsid w:val="006030E6"/>
    <w:rsid w:val="00621348"/>
    <w:rsid w:val="006B7D23"/>
    <w:rsid w:val="006E4DA2"/>
    <w:rsid w:val="00724E10"/>
    <w:rsid w:val="008922B9"/>
    <w:rsid w:val="008D2258"/>
    <w:rsid w:val="009169EC"/>
    <w:rsid w:val="0095719E"/>
    <w:rsid w:val="00980D2C"/>
    <w:rsid w:val="00A45425"/>
    <w:rsid w:val="00B23B33"/>
    <w:rsid w:val="00BC01BC"/>
    <w:rsid w:val="00BD3709"/>
    <w:rsid w:val="00C35195"/>
    <w:rsid w:val="00EA309D"/>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2D8D"/>
  <w15:docId w15:val="{B45CA5FC-4A8A-4842-9559-F755E5E7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 w:id="127929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861</Words>
  <Characters>4914</Characters>
  <Application>Microsoft Office Word</Application>
  <DocSecurity>0</DocSecurity>
  <Lines>40</Lines>
  <Paragraphs>11</Paragraphs>
  <ScaleCrop>false</ScaleCrop>
  <Company>ITER</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cp:lastModifiedBy>
  <cp:revision>18</cp:revision>
  <dcterms:created xsi:type="dcterms:W3CDTF">2016-12-13T08:40:00Z</dcterms:created>
  <dcterms:modified xsi:type="dcterms:W3CDTF">2019-01-09T17:48:00Z</dcterms:modified>
</cp:coreProperties>
</file>