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FD124" w14:textId="1B2E7BE6" w:rsidR="00736D27" w:rsidRPr="00F171F9" w:rsidRDefault="00FA228F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  <w:r>
        <w:rPr>
          <w:rFonts w:ascii="Times New Roman" w:hAnsi="Times New Roman"/>
          <w:b/>
          <w:sz w:val="32"/>
          <w:szCs w:val="24"/>
          <w:lang w:val="en-GB" w:eastAsia="zh-CN"/>
        </w:rPr>
        <w:t xml:space="preserve">ANNEX II - </w:t>
      </w:r>
      <w:bookmarkStart w:id="0" w:name="_GoBack"/>
      <w:bookmarkEnd w:id="0"/>
      <w:r w:rsidR="00736D27" w:rsidRPr="00F171F9">
        <w:rPr>
          <w:rFonts w:ascii="Times New Roman" w:hAnsi="Times New Roman"/>
          <w:b/>
          <w:sz w:val="32"/>
          <w:szCs w:val="24"/>
          <w:lang w:val="en-GB" w:eastAsia="zh-CN"/>
        </w:rPr>
        <w:t>MARKET SURVEY</w:t>
      </w:r>
    </w:p>
    <w:p w14:paraId="40273F53" w14:textId="77777777" w:rsidR="00185380" w:rsidRPr="00F171F9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  <w:r w:rsidRPr="00F171F9">
        <w:rPr>
          <w:rFonts w:ascii="Times New Roman" w:hAnsi="Times New Roman"/>
          <w:b/>
          <w:sz w:val="32"/>
          <w:szCs w:val="24"/>
          <w:lang w:val="en-GB" w:eastAsia="zh-CN"/>
        </w:rPr>
        <w:t>TECHNICAL QUESTIONNAIRE</w:t>
      </w:r>
    </w:p>
    <w:p w14:paraId="0C94A912" w14:textId="5EFDBC06" w:rsidR="00185380" w:rsidRPr="00F171F9" w:rsidRDefault="00DC186F" w:rsidP="00CB590F">
      <w:pPr>
        <w:tabs>
          <w:tab w:val="left" w:pos="567"/>
        </w:tabs>
        <w:autoSpaceDE w:val="0"/>
        <w:autoSpaceDN w:val="0"/>
        <w:adjustRightInd w:val="0"/>
        <w:rPr>
          <w:rFonts w:ascii="Times New Roman" w:hAnsi="Times New Roman"/>
          <w:b/>
          <w:sz w:val="32"/>
          <w:szCs w:val="24"/>
          <w:lang w:val="en-GB" w:eastAsia="zh-CN"/>
        </w:rPr>
      </w:pPr>
      <w:r w:rsidRPr="00F171F9">
        <w:rPr>
          <w:rFonts w:ascii="Times New Roman" w:hAnsi="Times New Roman"/>
          <w:b/>
          <w:sz w:val="32"/>
          <w:szCs w:val="24"/>
          <w:lang w:val="en-GB" w:eastAsia="zh-CN"/>
        </w:rPr>
        <w:t>______</w:t>
      </w:r>
    </w:p>
    <w:p w14:paraId="3E26D3B5" w14:textId="77777777" w:rsidR="00185380" w:rsidRPr="00F171F9" w:rsidRDefault="00185380" w:rsidP="00185380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</w:p>
    <w:p w14:paraId="72949B1F" w14:textId="48BB2332" w:rsidR="00942198" w:rsidRPr="00942198" w:rsidRDefault="008C78E8" w:rsidP="00942198">
      <w:pPr>
        <w:spacing w:line="360" w:lineRule="auto"/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  <w:r>
        <w:rPr>
          <w:rFonts w:ascii="Times New Roman" w:hAnsi="Times New Roman"/>
          <w:b/>
          <w:sz w:val="32"/>
          <w:szCs w:val="24"/>
          <w:lang w:val="en-GB" w:eastAsia="zh-CN"/>
        </w:rPr>
        <w:t>Transportation and logistics services</w:t>
      </w:r>
    </w:p>
    <w:p w14:paraId="4A0FE255" w14:textId="77777777" w:rsidR="00185380" w:rsidRPr="00EB78BD" w:rsidRDefault="00DB5F42" w:rsidP="00454336">
      <w:pPr>
        <w:tabs>
          <w:tab w:val="left" w:pos="567"/>
        </w:tabs>
        <w:jc w:val="center"/>
        <w:rPr>
          <w:rFonts w:ascii="Times New Roman" w:hAnsi="Times New Roman"/>
          <w:b/>
          <w:sz w:val="32"/>
          <w:szCs w:val="24"/>
          <w:lang w:val="en-GB" w:eastAsia="zh-CN"/>
        </w:rPr>
      </w:pPr>
      <w:r>
        <w:rPr>
          <w:rFonts w:ascii="Times New Roman" w:hAnsi="Times New Roman"/>
          <w:b/>
          <w:sz w:val="32"/>
          <w:szCs w:val="24"/>
          <w:lang w:val="en-GB" w:eastAsia="zh-CN"/>
        </w:rPr>
        <w:t xml:space="preserve"> </w:t>
      </w:r>
    </w:p>
    <w:p w14:paraId="5E6AAA46" w14:textId="77777777" w:rsidR="00454336" w:rsidRPr="00EB78BD" w:rsidRDefault="00454336" w:rsidP="00185380">
      <w:pPr>
        <w:rPr>
          <w:rFonts w:ascii="Times New Roman" w:hAnsi="Times New Roman"/>
          <w:sz w:val="24"/>
          <w:szCs w:val="24"/>
          <w:lang w:val="en-GB"/>
        </w:rPr>
      </w:pPr>
    </w:p>
    <w:p w14:paraId="3D131FA3" w14:textId="3053DDD6" w:rsidR="00185380" w:rsidRPr="00795C68" w:rsidRDefault="00F171F9" w:rsidP="00185380">
      <w:pPr>
        <w:rPr>
          <w:rFonts w:ascii="Times New Roman" w:hAnsi="Times New Roman"/>
          <w:b/>
          <w:i/>
          <w:color w:val="0000FF"/>
          <w:sz w:val="24"/>
          <w:szCs w:val="24"/>
        </w:rPr>
      </w:pPr>
      <w:r>
        <w:rPr>
          <w:rFonts w:ascii="Times New Roman" w:hAnsi="Times New Roman"/>
          <w:b/>
          <w:i/>
          <w:color w:val="0000FF"/>
          <w:sz w:val="24"/>
          <w:szCs w:val="24"/>
        </w:rPr>
        <w:t>Companies and/or entities</w:t>
      </w:r>
      <w:r w:rsidR="00185380" w:rsidRPr="00CA7A86">
        <w:rPr>
          <w:rFonts w:ascii="Times New Roman" w:hAnsi="Times New Roman"/>
          <w:b/>
          <w:i/>
          <w:color w:val="0000FF"/>
          <w:sz w:val="24"/>
          <w:szCs w:val="24"/>
        </w:rPr>
        <w:t xml:space="preserve"> interested in participating to this market survey shall return a completed questionnaire to the following email address </w:t>
      </w:r>
      <w:hyperlink r:id="rId7" w:history="1">
        <w:r w:rsidR="00BB0577" w:rsidRPr="00125E29">
          <w:rPr>
            <w:rStyle w:val="Hyperlink"/>
            <w:rFonts w:ascii="Times New Roman" w:hAnsi="Times New Roman"/>
            <w:b/>
            <w:i/>
            <w:sz w:val="24"/>
            <w:szCs w:val="24"/>
          </w:rPr>
          <w:t>jessica.pilla@iter.org</w:t>
        </w:r>
      </w:hyperlink>
      <w:r w:rsidR="00185380" w:rsidRPr="00CA7A86">
        <w:rPr>
          <w:rFonts w:ascii="Times New Roman" w:hAnsi="Times New Roman"/>
          <w:b/>
          <w:i/>
          <w:color w:val="0000FF"/>
          <w:sz w:val="24"/>
          <w:szCs w:val="24"/>
        </w:rPr>
        <w:t xml:space="preserve"> , no later than</w:t>
      </w:r>
      <w:r w:rsidR="00CA35EA" w:rsidRPr="00CA7A86">
        <w:rPr>
          <w:rFonts w:ascii="Times New Roman" w:hAnsi="Times New Roman"/>
          <w:b/>
          <w:i/>
          <w:color w:val="0000FF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color w:val="0000FF"/>
          <w:sz w:val="24"/>
          <w:szCs w:val="24"/>
        </w:rPr>
        <w:t>12</w:t>
      </w:r>
      <w:r w:rsidRPr="00F171F9">
        <w:rPr>
          <w:rFonts w:ascii="Times New Roman" w:hAnsi="Times New Roman"/>
          <w:b/>
          <w:i/>
          <w:color w:val="0000FF"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i/>
          <w:color w:val="0000FF"/>
          <w:sz w:val="24"/>
          <w:szCs w:val="24"/>
        </w:rPr>
        <w:t xml:space="preserve"> December</w:t>
      </w:r>
      <w:r w:rsidR="00BB0577" w:rsidRPr="00BB0577">
        <w:rPr>
          <w:rFonts w:ascii="Times New Roman" w:hAnsi="Times New Roman"/>
          <w:b/>
          <w:i/>
          <w:color w:val="0000FF"/>
          <w:sz w:val="24"/>
          <w:szCs w:val="24"/>
        </w:rPr>
        <w:t xml:space="preserve"> 2022</w:t>
      </w:r>
      <w:r w:rsidR="00185380" w:rsidRPr="00CA7A86">
        <w:rPr>
          <w:rFonts w:ascii="Times New Roman" w:hAnsi="Times New Roman"/>
          <w:b/>
          <w:i/>
          <w:color w:val="0000FF"/>
          <w:sz w:val="24"/>
          <w:szCs w:val="24"/>
        </w:rPr>
        <w:t>.</w:t>
      </w:r>
    </w:p>
    <w:p w14:paraId="21B192BF" w14:textId="77777777" w:rsidR="00185380" w:rsidRPr="00795C68" w:rsidRDefault="00185380" w:rsidP="00185380">
      <w:pPr>
        <w:rPr>
          <w:rFonts w:ascii="Times New Roman" w:hAnsi="Times New Roman"/>
          <w:sz w:val="24"/>
          <w:szCs w:val="24"/>
        </w:rPr>
      </w:pPr>
    </w:p>
    <w:p w14:paraId="34577DC2" w14:textId="3E99E757"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795C68">
        <w:rPr>
          <w:rFonts w:ascii="Times New Roman" w:hAnsi="Times New Roman"/>
          <w:b/>
          <w:i/>
          <w:sz w:val="24"/>
          <w:szCs w:val="24"/>
        </w:rPr>
        <w:t xml:space="preserve">Please note that </w:t>
      </w:r>
      <w:r w:rsidRPr="00795C68">
        <w:rPr>
          <w:rFonts w:ascii="Times New Roman" w:hAnsi="Times New Roman"/>
          <w:b/>
          <w:i/>
          <w:sz w:val="24"/>
          <w:szCs w:val="24"/>
          <w:u w:val="single"/>
        </w:rPr>
        <w:t>this is not a Call for Nomination req</w:t>
      </w:r>
      <w:r w:rsidRPr="00185380">
        <w:rPr>
          <w:rFonts w:ascii="Times New Roman" w:hAnsi="Times New Roman"/>
          <w:b/>
          <w:i/>
          <w:sz w:val="24"/>
          <w:szCs w:val="24"/>
          <w:u w:val="single"/>
        </w:rPr>
        <w:t>uest</w:t>
      </w:r>
      <w:r w:rsidRPr="00185380">
        <w:rPr>
          <w:rFonts w:ascii="Times New Roman" w:hAnsi="Times New Roman"/>
          <w:b/>
          <w:i/>
          <w:sz w:val="24"/>
          <w:szCs w:val="24"/>
        </w:rPr>
        <w:t>. At this moment</w:t>
      </w:r>
      <w:r w:rsidR="000904CC">
        <w:rPr>
          <w:rFonts w:ascii="Times New Roman" w:hAnsi="Times New Roman"/>
          <w:b/>
          <w:i/>
          <w:sz w:val="24"/>
          <w:szCs w:val="24"/>
        </w:rPr>
        <w:t>,</w:t>
      </w:r>
      <w:r w:rsidRPr="00185380">
        <w:rPr>
          <w:rFonts w:ascii="Times New Roman" w:hAnsi="Times New Roman"/>
          <w:b/>
          <w:i/>
          <w:sz w:val="24"/>
          <w:szCs w:val="24"/>
        </w:rPr>
        <w:t xml:space="preserve"> the ITER </w:t>
      </w:r>
      <w:r w:rsidRPr="000F20B0">
        <w:rPr>
          <w:rFonts w:ascii="Times New Roman" w:hAnsi="Times New Roman"/>
          <w:b/>
          <w:i/>
          <w:sz w:val="24"/>
          <w:szCs w:val="24"/>
        </w:rPr>
        <w:t>Organization (IO) is preparing a procurement strategy for this project.</w:t>
      </w:r>
    </w:p>
    <w:p w14:paraId="1B80432F" w14:textId="77777777"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sz w:val="24"/>
          <w:szCs w:val="24"/>
        </w:rPr>
        <w:t xml:space="preserve"> </w:t>
      </w:r>
    </w:p>
    <w:p w14:paraId="2A733CEF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21F55D1D" w14:textId="77777777" w:rsidR="00185380" w:rsidRPr="00DE7E98" w:rsidRDefault="00185380" w:rsidP="00185380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bookmarkStart w:id="1" w:name="_Toc289768965"/>
      <w:bookmarkStart w:id="2" w:name="_Toc311810383"/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General information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about the </w:t>
      </w:r>
      <w:r w:rsidR="00F335AE"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Company / Institute </w:t>
      </w:r>
      <w:r w:rsidRPr="000F20B0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>compiling</w:t>
      </w:r>
      <w:r w:rsidRPr="00DE7E98"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t xml:space="preserve"> the questionnaire</w:t>
      </w:r>
      <w:bookmarkEnd w:id="1"/>
      <w:bookmarkEnd w:id="2"/>
    </w:p>
    <w:p w14:paraId="5D01F587" w14:textId="77777777" w:rsidR="00185380" w:rsidRPr="00185380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352DA3" w14:textId="14D2CC21" w:rsidR="00185380" w:rsidRDefault="00185380" w:rsidP="00185380">
      <w:pPr>
        <w:rPr>
          <w:rFonts w:ascii="Times New Roman" w:hAnsi="Times New Roman"/>
          <w:sz w:val="24"/>
          <w:szCs w:val="24"/>
        </w:rPr>
      </w:pPr>
      <w:r w:rsidRPr="00185380">
        <w:rPr>
          <w:rFonts w:ascii="Times New Roman" w:hAnsi="Times New Roman"/>
          <w:b/>
          <w:sz w:val="24"/>
          <w:szCs w:val="24"/>
        </w:rPr>
        <w:t>Company Name</w:t>
      </w:r>
      <w:proofErr w:type="gramStart"/>
      <w:r w:rsidRPr="00185380">
        <w:rPr>
          <w:rFonts w:ascii="Times New Roman" w:hAnsi="Times New Roman"/>
          <w:sz w:val="24"/>
          <w:szCs w:val="24"/>
        </w:rPr>
        <w:t>:  …………………….</w:t>
      </w:r>
      <w:proofErr w:type="gramEnd"/>
    </w:p>
    <w:p w14:paraId="75EDD325" w14:textId="23C69FE3" w:rsidR="003735AA" w:rsidRPr="003735AA" w:rsidRDefault="003735AA" w:rsidP="00185380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3735AA">
        <w:rPr>
          <w:rFonts w:ascii="Times New Roman" w:hAnsi="Times New Roman"/>
          <w:b/>
          <w:sz w:val="24"/>
          <w:szCs w:val="24"/>
        </w:rPr>
        <w:t>Adress</w:t>
      </w:r>
      <w:proofErr w:type="spellEnd"/>
      <w:r w:rsidRPr="003735AA">
        <w:rPr>
          <w:rFonts w:ascii="Times New Roman" w:hAnsi="Times New Roman"/>
          <w:b/>
          <w:sz w:val="24"/>
          <w:szCs w:val="24"/>
        </w:rPr>
        <w:t xml:space="preserve">: </w:t>
      </w:r>
      <w:r w:rsidR="005079E9" w:rsidRPr="00185380">
        <w:rPr>
          <w:rFonts w:ascii="Times New Roman" w:hAnsi="Times New Roman"/>
          <w:sz w:val="24"/>
          <w:szCs w:val="24"/>
        </w:rPr>
        <w:t>…………………….</w:t>
      </w:r>
    </w:p>
    <w:p w14:paraId="262487C7" w14:textId="77777777" w:rsidR="00185380" w:rsidRPr="00984D78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</w:p>
    <w:p w14:paraId="6279B4A8" w14:textId="77777777" w:rsidR="00185380" w:rsidRPr="00984D78" w:rsidRDefault="00185380" w:rsidP="00185380">
      <w:pPr>
        <w:pStyle w:val="Heading2"/>
        <w:spacing w:before="0"/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</w:pPr>
      <w:r w:rsidRPr="00984D78">
        <w:rPr>
          <w:rFonts w:ascii="Times New Roman" w:eastAsia="Calibri" w:hAnsi="Times New Roman" w:cs="Times New Roman"/>
          <w:b/>
          <w:i/>
          <w:color w:val="auto"/>
          <w:sz w:val="24"/>
          <w:szCs w:val="24"/>
        </w:rPr>
        <w:t>Persons to be contacted: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2984"/>
        <w:gridCol w:w="2268"/>
        <w:gridCol w:w="1984"/>
      </w:tblGrid>
      <w:tr w:rsidR="00185380" w:rsidRPr="00185380" w14:paraId="3074D7B8" w14:textId="77777777" w:rsidTr="003735AA"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214894A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298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18E3CA2E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Name + Title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5D00892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Email address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8E5BC47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Telephone</w:t>
            </w:r>
          </w:p>
        </w:tc>
      </w:tr>
      <w:tr w:rsidR="00185380" w:rsidRPr="00185380" w14:paraId="56C2BA64" w14:textId="77777777" w:rsidTr="003735AA"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48537" w14:textId="0AE5B412" w:rsidR="00185380" w:rsidRPr="003735AA" w:rsidRDefault="00185380" w:rsidP="0013607E">
            <w:pPr>
              <w:pStyle w:val="BodyTextforTable"/>
              <w:rPr>
                <w:rFonts w:eastAsia="Calibri"/>
                <w:b/>
                <w:szCs w:val="24"/>
                <w:lang w:val="en-US"/>
              </w:rPr>
            </w:pPr>
            <w:r w:rsidRPr="003735AA">
              <w:rPr>
                <w:rFonts w:eastAsia="Calibri"/>
                <w:b/>
                <w:szCs w:val="24"/>
                <w:lang w:val="en-US"/>
              </w:rPr>
              <w:t xml:space="preserve"> </w:t>
            </w:r>
            <w:r w:rsidR="003735AA">
              <w:rPr>
                <w:rFonts w:eastAsia="Calibri"/>
                <w:b/>
                <w:szCs w:val="24"/>
                <w:u w:val="single"/>
                <w:lang w:val="en-US"/>
              </w:rPr>
              <w:t>Commercial</w:t>
            </w:r>
            <w:r w:rsidRPr="003735AA">
              <w:rPr>
                <w:rFonts w:eastAsia="Calibri"/>
                <w:b/>
                <w:szCs w:val="24"/>
                <w:lang w:val="en-US"/>
              </w:rPr>
              <w:t>: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3A84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A1E3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4354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14:paraId="67D4216F" w14:textId="77777777" w:rsidTr="003735AA">
        <w:tc>
          <w:tcPr>
            <w:tcW w:w="2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761C" w14:textId="77777777" w:rsidR="00F335AE" w:rsidRPr="003735AA" w:rsidRDefault="00F335AE" w:rsidP="0013607E">
            <w:pPr>
              <w:pStyle w:val="BodyTextforTable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B33D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054D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2227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49B82178" w14:textId="77777777" w:rsidTr="003735AA">
        <w:tc>
          <w:tcPr>
            <w:tcW w:w="2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3957C" w14:textId="6D4896EC" w:rsidR="00185380" w:rsidRPr="003735AA" w:rsidRDefault="00185380" w:rsidP="0013607E">
            <w:pPr>
              <w:pStyle w:val="BodyTextforTable"/>
              <w:rPr>
                <w:rFonts w:eastAsia="Calibri"/>
                <w:b/>
                <w:szCs w:val="24"/>
                <w:lang w:val="en-US"/>
              </w:rPr>
            </w:pPr>
            <w:r w:rsidRPr="003735AA">
              <w:rPr>
                <w:rFonts w:eastAsia="Calibri"/>
                <w:b/>
                <w:szCs w:val="24"/>
                <w:lang w:val="en-US"/>
              </w:rPr>
              <w:t xml:space="preserve"> </w:t>
            </w:r>
            <w:r w:rsidR="003735AA">
              <w:rPr>
                <w:rFonts w:eastAsia="Calibri"/>
                <w:b/>
                <w:szCs w:val="24"/>
                <w:u w:val="single"/>
                <w:lang w:val="en-US"/>
              </w:rPr>
              <w:t xml:space="preserve">Technical </w:t>
            </w:r>
            <w:r w:rsidRPr="003735AA">
              <w:rPr>
                <w:rFonts w:eastAsia="Calibri"/>
                <w:b/>
                <w:szCs w:val="24"/>
                <w:lang w:val="en-US"/>
              </w:rPr>
              <w:t>: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A10C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B86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D611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 xml:space="preserve"> +</w:t>
            </w:r>
          </w:p>
        </w:tc>
      </w:tr>
      <w:tr w:rsidR="00F335AE" w:rsidRPr="00185380" w14:paraId="387119A2" w14:textId="77777777" w:rsidTr="003735AA">
        <w:tc>
          <w:tcPr>
            <w:tcW w:w="2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C386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B7BB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8CA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B791" w14:textId="77777777" w:rsidR="00F335AE" w:rsidRPr="00185380" w:rsidRDefault="00F335AE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14:paraId="65F11B2A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6DAC06C0" w14:textId="77777777" w:rsidR="00185380" w:rsidRPr="0018538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185380">
        <w:rPr>
          <w:rFonts w:ascii="Times New Roman" w:hAnsi="Times New Roman"/>
          <w:b/>
          <w:i/>
          <w:sz w:val="24"/>
          <w:szCs w:val="24"/>
        </w:rPr>
        <w:t>Main activities</w:t>
      </w: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5669"/>
      </w:tblGrid>
      <w:tr w:rsidR="00185380" w:rsidRPr="00185380" w14:paraId="63146A85" w14:textId="77777777" w:rsidTr="00E216B1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7B8BF48C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Main activities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331A85A" w14:textId="77777777" w:rsidR="00185380" w:rsidRPr="00185380" w:rsidRDefault="00185380" w:rsidP="0013607E">
            <w:pPr>
              <w:pStyle w:val="Table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185380">
              <w:rPr>
                <w:rFonts w:eastAsia="Calibri"/>
                <w:b/>
                <w:i/>
                <w:sz w:val="24"/>
                <w:szCs w:val="24"/>
                <w:lang w:val="en-US"/>
              </w:rPr>
              <w:t>Description</w:t>
            </w:r>
          </w:p>
        </w:tc>
      </w:tr>
      <w:tr w:rsidR="00185380" w:rsidRPr="00185380" w14:paraId="160B3CB9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6AC0" w14:textId="77777777" w:rsidR="00185380" w:rsidRPr="00185380" w:rsidRDefault="00185380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9F2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1BC4AC57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3696" w14:textId="77777777"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E6DE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0834A1A4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4957" w14:textId="77777777" w:rsidR="00185380" w:rsidRPr="00185380" w:rsidRDefault="00816F95" w:rsidP="00185380">
            <w:pPr>
              <w:pStyle w:val="BodyTextforTable"/>
              <w:numPr>
                <w:ilvl w:val="0"/>
                <w:numId w:val="5"/>
              </w:numPr>
              <w:rPr>
                <w:rFonts w:eastAsia="Calibri"/>
                <w:szCs w:val="24"/>
                <w:lang w:val="en-US"/>
              </w:rPr>
            </w:pPr>
            <w:r w:rsidRPr="00185380">
              <w:rPr>
                <w:rFonts w:eastAsia="Calibri"/>
                <w:szCs w:val="24"/>
                <w:lang w:val="en-US"/>
              </w:rPr>
              <w:tab/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03D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  <w:tr w:rsidR="00185380" w:rsidRPr="00185380" w14:paraId="70F4F024" w14:textId="77777777" w:rsidTr="00E216B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BD02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  <w:r w:rsidRPr="00185380">
              <w:rPr>
                <w:szCs w:val="24"/>
              </w:rPr>
              <w:t xml:space="preserve">     …………………….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EAEA" w14:textId="77777777" w:rsidR="00185380" w:rsidRPr="00185380" w:rsidRDefault="00185380" w:rsidP="0013607E">
            <w:pPr>
              <w:pStyle w:val="BodyTextforTable"/>
              <w:rPr>
                <w:rFonts w:eastAsia="Calibri"/>
                <w:szCs w:val="24"/>
                <w:lang w:val="en-US"/>
              </w:rPr>
            </w:pPr>
          </w:p>
        </w:tc>
      </w:tr>
    </w:tbl>
    <w:p w14:paraId="7FAD8CCF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3FFFEB98" w14:textId="77777777" w:rsidR="00185380" w:rsidRPr="000F20B0" w:rsidRDefault="00185380" w:rsidP="00185380">
      <w:pPr>
        <w:rPr>
          <w:rFonts w:ascii="Times New Roman" w:hAnsi="Times New Roman"/>
          <w:b/>
          <w:i/>
          <w:sz w:val="24"/>
          <w:szCs w:val="24"/>
        </w:rPr>
      </w:pPr>
      <w:r w:rsidRPr="000F20B0">
        <w:rPr>
          <w:rFonts w:ascii="Times New Roman" w:hAnsi="Times New Roman"/>
          <w:b/>
          <w:i/>
          <w:sz w:val="24"/>
          <w:szCs w:val="24"/>
        </w:rPr>
        <w:t>Turnover</w:t>
      </w: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1191"/>
        <w:gridCol w:w="1191"/>
        <w:gridCol w:w="1191"/>
        <w:gridCol w:w="1531"/>
      </w:tblGrid>
      <w:tr w:rsidR="00E216B1" w:rsidRPr="00185380" w14:paraId="2CB3126D" w14:textId="77777777" w:rsidTr="00E216B1">
        <w:tc>
          <w:tcPr>
            <w:tcW w:w="45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57FDEC93" w14:textId="77777777" w:rsidR="00185380" w:rsidRPr="000F20B0" w:rsidRDefault="00185380" w:rsidP="0013607E">
            <w:pPr>
              <w:pStyle w:val="Table"/>
              <w:spacing w:before="0" w:after="0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Contact person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4369B2BF" w14:textId="77777777"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14:paraId="48FB2014" w14:textId="77777777" w:rsidR="00185380" w:rsidRPr="000F20B0" w:rsidRDefault="00185380" w:rsidP="00846922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  <w:r w:rsidR="00846922">
              <w:rPr>
                <w:rFonts w:eastAsia="Calibri"/>
                <w:b/>
                <w:i/>
                <w:sz w:val="24"/>
                <w:szCs w:val="24"/>
                <w:lang w:val="en-US"/>
              </w:rPr>
              <w:t>19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650A7F2C" w14:textId="77777777"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14:paraId="5EBDA801" w14:textId="77777777" w:rsidR="00185380" w:rsidRPr="000F20B0" w:rsidRDefault="00185380" w:rsidP="00846922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  <w:r w:rsidR="00846922">
              <w:rPr>
                <w:rFonts w:eastAsia="Calibri"/>
                <w:b/>
                <w:i/>
                <w:sz w:val="24"/>
                <w:szCs w:val="24"/>
                <w:lang w:val="en-US"/>
              </w:rPr>
              <w:t>20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2CE31338" w14:textId="77777777" w:rsidR="00185380" w:rsidRPr="000F20B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Turnover</w:t>
            </w:r>
          </w:p>
          <w:p w14:paraId="1E65118E" w14:textId="77777777" w:rsidR="00185380" w:rsidRPr="000F20B0" w:rsidRDefault="00185380" w:rsidP="008469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0B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="00846922">
              <w:rPr>
                <w:rFonts w:ascii="Times New Roman" w:hAnsi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</w:tcPr>
          <w:p w14:paraId="265F2FA2" w14:textId="77777777" w:rsidR="00185380" w:rsidRPr="00185380" w:rsidRDefault="00185380" w:rsidP="0013607E">
            <w:pPr>
              <w:pStyle w:val="Table"/>
              <w:spacing w:before="0" w:after="0"/>
              <w:jc w:val="center"/>
              <w:rPr>
                <w:rFonts w:eastAsia="Calibri"/>
                <w:b/>
                <w:i/>
                <w:sz w:val="24"/>
                <w:szCs w:val="24"/>
                <w:lang w:val="en-US"/>
              </w:rPr>
            </w:pPr>
            <w:r w:rsidRPr="000F20B0">
              <w:rPr>
                <w:rFonts w:eastAsia="Calibri"/>
                <w:b/>
                <w:i/>
                <w:sz w:val="24"/>
                <w:szCs w:val="24"/>
                <w:lang w:val="en-US"/>
              </w:rPr>
              <w:t>Number of employees</w:t>
            </w:r>
          </w:p>
        </w:tc>
      </w:tr>
      <w:tr w:rsidR="00E216B1" w:rsidRPr="00185380" w14:paraId="03DD5A0D" w14:textId="77777777" w:rsidTr="00E216B1">
        <w:trPr>
          <w:trHeight w:val="567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9864" w14:textId="77777777" w:rsidR="00185380" w:rsidRPr="00185380" w:rsidRDefault="00185380" w:rsidP="0013607E">
            <w:pPr>
              <w:pStyle w:val="BodyTextforTable"/>
              <w:tabs>
                <w:tab w:val="clear" w:pos="2268"/>
                <w:tab w:val="right" w:pos="2825"/>
              </w:tabs>
              <w:rPr>
                <w:rFonts w:eastAsia="Calibri"/>
                <w:b/>
                <w:szCs w:val="24"/>
                <w:lang w:val="en-US"/>
              </w:rPr>
            </w:pPr>
            <w:r w:rsidRPr="00185380">
              <w:rPr>
                <w:rFonts w:eastAsia="Calibri"/>
                <w:b/>
                <w:szCs w:val="24"/>
                <w:lang w:val="en-US"/>
              </w:rPr>
              <w:t xml:space="preserve"> All activities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2863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6C1A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1151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0B2B" w14:textId="77777777" w:rsidR="00185380" w:rsidRPr="00185380" w:rsidRDefault="00185380" w:rsidP="0013607E">
            <w:pPr>
              <w:pStyle w:val="BodyTextforTable"/>
              <w:jc w:val="center"/>
              <w:rPr>
                <w:rFonts w:eastAsia="Calibri"/>
                <w:b/>
                <w:szCs w:val="24"/>
                <w:lang w:val="en-US"/>
              </w:rPr>
            </w:pPr>
          </w:p>
        </w:tc>
      </w:tr>
    </w:tbl>
    <w:p w14:paraId="12CE3318" w14:textId="645EF9BB" w:rsid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2A9F5752" w14:textId="3DE5BD34" w:rsidR="00BB0577" w:rsidRDefault="00BB0577" w:rsidP="00185380">
      <w:pPr>
        <w:rPr>
          <w:rFonts w:ascii="Times New Roman" w:hAnsi="Times New Roman"/>
          <w:sz w:val="24"/>
          <w:szCs w:val="24"/>
        </w:rPr>
      </w:pPr>
    </w:p>
    <w:p w14:paraId="31985A9E" w14:textId="3CD93A5D" w:rsidR="00BB0577" w:rsidRDefault="00BB0577" w:rsidP="00185380">
      <w:pPr>
        <w:rPr>
          <w:rFonts w:ascii="Times New Roman" w:hAnsi="Times New Roman"/>
          <w:sz w:val="24"/>
          <w:szCs w:val="24"/>
        </w:rPr>
      </w:pPr>
    </w:p>
    <w:p w14:paraId="74A0C8E4" w14:textId="77777777" w:rsidR="00BB0577" w:rsidRDefault="00BB0577" w:rsidP="00185380">
      <w:pPr>
        <w:rPr>
          <w:rFonts w:ascii="Times New Roman" w:hAnsi="Times New Roman"/>
          <w:sz w:val="24"/>
          <w:szCs w:val="24"/>
        </w:rPr>
      </w:pPr>
    </w:p>
    <w:p w14:paraId="0B8ADE96" w14:textId="19F067CA" w:rsidR="00DD28BF" w:rsidRPr="00DE7E98" w:rsidRDefault="003735AA" w:rsidP="00E91D83">
      <w:pPr>
        <w:pStyle w:val="Heading1"/>
        <w:numPr>
          <w:ilvl w:val="0"/>
          <w:numId w:val="4"/>
        </w:numPr>
        <w:spacing w:line="240" w:lineRule="auto"/>
        <w:rPr>
          <w:rFonts w:ascii="Times New Roman" w:eastAsia="Calibri" w:hAnsi="Times New Roman"/>
          <w:i/>
          <w:caps/>
          <w:color w:val="0000FF"/>
          <w:sz w:val="24"/>
          <w:szCs w:val="24"/>
          <w:u w:val="single"/>
          <w:lang w:val="en-US"/>
        </w:rPr>
      </w:pPr>
      <w:r>
        <w:rPr>
          <w:rFonts w:ascii="Times New Roman" w:eastAsia="Calibri" w:hAnsi="Times New Roman"/>
          <w:i/>
          <w:color w:val="0000FF"/>
          <w:sz w:val="24"/>
          <w:szCs w:val="24"/>
          <w:u w:val="single"/>
          <w:lang w:val="en-US"/>
        </w:rPr>
        <w:lastRenderedPageBreak/>
        <w:t>Questionnaire</w:t>
      </w:r>
    </w:p>
    <w:p w14:paraId="6989E32D" w14:textId="77777777" w:rsidR="00DD28BF" w:rsidRDefault="00DD28BF" w:rsidP="00DD28BF">
      <w:pPr>
        <w:pStyle w:val="Heading2"/>
        <w:spacing w:before="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9DD2883" w14:textId="767D249C" w:rsidR="0086346F" w:rsidRDefault="00BB0577" w:rsidP="00E91D83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lang w:val="en-US"/>
        </w:rPr>
      </w:pPr>
      <w:bookmarkStart w:id="3" w:name="_Ref73715297"/>
      <w:r>
        <w:rPr>
          <w:rFonts w:eastAsia="Calibri"/>
          <w:b/>
          <w:i/>
          <w:szCs w:val="24"/>
          <w:u w:val="single"/>
          <w:lang w:val="en-US"/>
        </w:rPr>
        <w:t>Core competence and interest</w:t>
      </w:r>
    </w:p>
    <w:bookmarkEnd w:id="3"/>
    <w:p w14:paraId="0663B89C" w14:textId="744D43BD" w:rsidR="00B4276A" w:rsidRPr="00BB0577" w:rsidRDefault="00BB0577" w:rsidP="00A43DAF">
      <w:pPr>
        <w:ind w:firstLine="72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Would you be</w:t>
      </w:r>
      <w:r w:rsidRPr="00BB0577">
        <w:rPr>
          <w:rFonts w:ascii="Times New Roman" w:hAnsi="Times New Roman"/>
          <w:b/>
          <w:i/>
          <w:sz w:val="24"/>
          <w:szCs w:val="24"/>
        </w:rPr>
        <w:t xml:space="preserve"> interested in tendering for the described </w:t>
      </w:r>
      <w:r w:rsidR="008C78E8">
        <w:rPr>
          <w:rFonts w:ascii="Times New Roman" w:hAnsi="Times New Roman"/>
          <w:b/>
          <w:i/>
          <w:sz w:val="24"/>
          <w:szCs w:val="24"/>
        </w:rPr>
        <w:t>transpor</w:t>
      </w:r>
      <w:r w:rsidR="00A43DAF">
        <w:rPr>
          <w:rFonts w:ascii="Times New Roman" w:hAnsi="Times New Roman"/>
          <w:b/>
          <w:i/>
          <w:sz w:val="24"/>
          <w:szCs w:val="24"/>
        </w:rPr>
        <w:t>t</w:t>
      </w:r>
      <w:r w:rsidR="00C573F8">
        <w:rPr>
          <w:rFonts w:ascii="Times New Roman" w:hAnsi="Times New Roman"/>
          <w:b/>
          <w:i/>
          <w:sz w:val="24"/>
          <w:szCs w:val="24"/>
        </w:rPr>
        <w:t>ation</w:t>
      </w:r>
      <w:r w:rsidR="00A43DAF">
        <w:rPr>
          <w:rFonts w:ascii="Times New Roman" w:hAnsi="Times New Roman"/>
          <w:b/>
          <w:i/>
          <w:sz w:val="24"/>
          <w:szCs w:val="24"/>
        </w:rPr>
        <w:t xml:space="preserve"> and logistics </w:t>
      </w:r>
      <w:r w:rsidR="008C78E8">
        <w:rPr>
          <w:rFonts w:ascii="Times New Roman" w:hAnsi="Times New Roman"/>
          <w:b/>
          <w:i/>
          <w:sz w:val="24"/>
          <w:szCs w:val="24"/>
        </w:rPr>
        <w:t>services</w:t>
      </w:r>
      <w:r w:rsidR="005203CC">
        <w:rPr>
          <w:rFonts w:ascii="Times New Roman" w:hAnsi="Times New Roman"/>
          <w:b/>
          <w:i/>
          <w:sz w:val="24"/>
          <w:szCs w:val="24"/>
        </w:rPr>
        <w:t xml:space="preserve"> of ITER Project</w:t>
      </w:r>
      <w:r w:rsidRPr="00BB0577">
        <w:rPr>
          <w:rFonts w:ascii="Times New Roman" w:hAnsi="Times New Roman"/>
          <w:b/>
          <w:i/>
          <w:sz w:val="24"/>
          <w:szCs w:val="24"/>
        </w:rPr>
        <w:t>?</w:t>
      </w:r>
      <w:r>
        <w:rPr>
          <w:rFonts w:ascii="Times New Roman" w:hAnsi="Times New Roman"/>
          <w:b/>
          <w:i/>
          <w:sz w:val="24"/>
          <w:szCs w:val="24"/>
        </w:rPr>
        <w:t xml:space="preserve"> Do you have experiences and capabilities for such scope?</w:t>
      </w:r>
    </w:p>
    <w:p w14:paraId="581AD462" w14:textId="77777777" w:rsidR="00BB0577" w:rsidRDefault="00BB0577" w:rsidP="00DD28BF">
      <w:pPr>
        <w:ind w:firstLine="720"/>
        <w:rPr>
          <w:rFonts w:ascii="Times New Roman" w:hAnsi="Times New Roman"/>
          <w:b/>
          <w:sz w:val="24"/>
          <w:szCs w:val="24"/>
        </w:rPr>
      </w:pPr>
    </w:p>
    <w:p w14:paraId="3AADEC13" w14:textId="77777777" w:rsidR="00DD28BF" w:rsidRPr="001A6A41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3D465F9B" w14:textId="77777777" w:rsidR="00DD28BF" w:rsidRPr="001A6A41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14:paraId="4FCE9AD2" w14:textId="0984388C" w:rsidR="00DD28BF" w:rsidRPr="00D50CC5" w:rsidRDefault="00BB0577" w:rsidP="00DD28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="00DD28BF"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="00DD28BF" w:rsidRPr="00D50CC5">
        <w:rPr>
          <w:rFonts w:ascii="Times New Roman" w:hAnsi="Times New Roman"/>
          <w:sz w:val="24"/>
          <w:szCs w:val="24"/>
        </w:rPr>
        <w:t>:</w:t>
      </w:r>
    </w:p>
    <w:p w14:paraId="44163824" w14:textId="77777777"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23748C5B" w14:textId="77777777" w:rsidR="00DD28BF" w:rsidRPr="001A6A41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49393947" w14:textId="77777777" w:rsidR="00E91D83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A6A41">
        <w:rPr>
          <w:rFonts w:eastAsia="Calibri"/>
          <w:szCs w:val="24"/>
          <w:lang w:val="en-US"/>
        </w:rPr>
        <w:tab/>
      </w:r>
    </w:p>
    <w:p w14:paraId="335737CE" w14:textId="77777777" w:rsidR="008558B7" w:rsidRDefault="008558B7" w:rsidP="00DD28BF">
      <w:pPr>
        <w:pStyle w:val="BodyText0"/>
        <w:rPr>
          <w:rFonts w:eastAsia="Calibri"/>
          <w:szCs w:val="24"/>
          <w:lang w:val="en-US"/>
        </w:rPr>
      </w:pPr>
    </w:p>
    <w:p w14:paraId="3404999A" w14:textId="63D03307" w:rsidR="008F6D4C" w:rsidRPr="008F6D4C" w:rsidRDefault="00BB0577" w:rsidP="008F6D4C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Participation and sub-contracting</w:t>
      </w:r>
    </w:p>
    <w:p w14:paraId="2D8766C2" w14:textId="66799B36" w:rsidR="00B4276A" w:rsidRDefault="00BB0577" w:rsidP="00DD28BF">
      <w:pPr>
        <w:ind w:firstLine="720"/>
        <w:rPr>
          <w:rFonts w:ascii="Times New Roman" w:hAnsi="Times New Roman"/>
          <w:b/>
          <w:i/>
          <w:sz w:val="24"/>
          <w:szCs w:val="24"/>
        </w:rPr>
      </w:pPr>
      <w:r w:rsidRPr="00BB0577">
        <w:rPr>
          <w:rFonts w:ascii="Times New Roman" w:hAnsi="Times New Roman"/>
          <w:b/>
          <w:i/>
          <w:sz w:val="24"/>
          <w:szCs w:val="24"/>
        </w:rPr>
        <w:t>Would you tender as a company or as a consortium</w:t>
      </w:r>
      <w:r>
        <w:rPr>
          <w:rFonts w:ascii="Times New Roman" w:hAnsi="Times New Roman"/>
          <w:b/>
          <w:i/>
          <w:sz w:val="24"/>
          <w:szCs w:val="24"/>
        </w:rPr>
        <w:t>? Would you use sub-contractors?</w:t>
      </w:r>
    </w:p>
    <w:p w14:paraId="5E77FB04" w14:textId="77777777" w:rsidR="00DC186F" w:rsidRPr="001A6A41" w:rsidRDefault="00DC186F" w:rsidP="00DC186F">
      <w:pPr>
        <w:ind w:firstLine="720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7DF0D586" w14:textId="77777777"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14:paraId="1B3C64BA" w14:textId="4D66C16E" w:rsidR="00D50CC5" w:rsidRPr="00D50CC5" w:rsidRDefault="003735AA" w:rsidP="00D50CC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="00D50CC5" w:rsidRPr="00D50CC5">
        <w:rPr>
          <w:rFonts w:ascii="Times New Roman" w:hAnsi="Times New Roman"/>
          <w:sz w:val="24"/>
          <w:szCs w:val="24"/>
        </w:rPr>
        <w:t>:</w:t>
      </w:r>
    </w:p>
    <w:p w14:paraId="76F0EE89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3FBFC1A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5032E83" w14:textId="77777777" w:rsidR="00DD28BF" w:rsidRPr="008558B7" w:rsidRDefault="00DD28BF" w:rsidP="008558B7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61C32DB" w14:textId="77777777" w:rsidR="008558B7" w:rsidRDefault="008558B7" w:rsidP="00DD28BF">
      <w:pPr>
        <w:rPr>
          <w:rFonts w:ascii="Times New Roman" w:hAnsi="Times New Roman"/>
          <w:sz w:val="24"/>
          <w:szCs w:val="24"/>
        </w:rPr>
      </w:pPr>
    </w:p>
    <w:p w14:paraId="6EF2EFB7" w14:textId="30F801D7" w:rsidR="00CA7A86" w:rsidRDefault="00CA7A86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F3B51BE" w14:textId="0F1F7C6E" w:rsidR="0006204B" w:rsidRDefault="0006204B" w:rsidP="00913021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Certification ISO 9001</w:t>
      </w:r>
    </w:p>
    <w:p w14:paraId="7D7E1A15" w14:textId="77777777" w:rsidR="00CD464C" w:rsidRDefault="00CD464C" w:rsidP="00CD464C">
      <w:pPr>
        <w:pStyle w:val="ListParagraph"/>
        <w:rPr>
          <w:rFonts w:ascii="Times New Roman" w:eastAsia="Calibri" w:hAnsi="Times New Roman"/>
          <w:b/>
          <w:i/>
          <w:sz w:val="24"/>
          <w:szCs w:val="24"/>
        </w:rPr>
      </w:pPr>
      <w:r w:rsidRPr="00CD464C">
        <w:rPr>
          <w:rFonts w:ascii="Times New Roman" w:eastAsia="Calibri" w:hAnsi="Times New Roman"/>
          <w:b/>
          <w:i/>
          <w:sz w:val="24"/>
          <w:szCs w:val="24"/>
        </w:rPr>
        <w:t xml:space="preserve">Which are your certifications relevant to the scope? Are you familiar with Quality Management System ISO 9001:2015? </w:t>
      </w:r>
    </w:p>
    <w:p w14:paraId="401D2107" w14:textId="77777777" w:rsidR="0006204B" w:rsidRPr="001A6A41" w:rsidRDefault="0006204B" w:rsidP="00CD464C">
      <w:pPr>
        <w:pStyle w:val="ListParagraph"/>
        <w:rPr>
          <w:rFonts w:ascii="Times New Roman" w:hAnsi="Times New Roman"/>
          <w:b/>
          <w:sz w:val="24"/>
          <w:szCs w:val="24"/>
        </w:rPr>
      </w:pPr>
      <w:r w:rsidRPr="001A6A41">
        <w:rPr>
          <w:rFonts w:ascii="Times New Roman" w:hAnsi="Times New Roman"/>
          <w:b/>
          <w:sz w:val="24"/>
          <w:szCs w:val="24"/>
        </w:rPr>
        <w:t xml:space="preserve">YES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  <w:r w:rsidRPr="001A6A41"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3888EA5A" w14:textId="77777777" w:rsidR="0006204B" w:rsidRPr="006F10FE" w:rsidRDefault="0006204B" w:rsidP="0006204B">
      <w:pPr>
        <w:rPr>
          <w:rFonts w:ascii="Times New Roman" w:hAnsi="Times New Roman"/>
          <w:b/>
          <w:sz w:val="24"/>
          <w:szCs w:val="24"/>
        </w:rPr>
      </w:pPr>
    </w:p>
    <w:p w14:paraId="77934C3E" w14:textId="77777777" w:rsidR="0006204B" w:rsidRPr="00D50CC5" w:rsidRDefault="0006204B" w:rsidP="000620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D50CC5">
        <w:rPr>
          <w:rFonts w:ascii="Times New Roman" w:hAnsi="Times New Roman"/>
          <w:sz w:val="24"/>
          <w:szCs w:val="24"/>
        </w:rPr>
        <w:t>:</w:t>
      </w:r>
    </w:p>
    <w:p w14:paraId="68E0E6A6" w14:textId="77777777" w:rsidR="0006204B" w:rsidRPr="00185380" w:rsidRDefault="0006204B" w:rsidP="0006204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6FD5F86" w14:textId="77777777" w:rsidR="0006204B" w:rsidRPr="00185380" w:rsidRDefault="0006204B" w:rsidP="0006204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1465CC4" w14:textId="77777777" w:rsidR="0006204B" w:rsidRPr="008558B7" w:rsidRDefault="0006204B" w:rsidP="0006204B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5C00C61" w14:textId="77777777" w:rsidR="0006204B" w:rsidRDefault="0006204B" w:rsidP="0006204B">
      <w:pPr>
        <w:pStyle w:val="BodyText"/>
        <w:ind w:left="720"/>
        <w:rPr>
          <w:rFonts w:eastAsia="Calibri"/>
          <w:b/>
          <w:i/>
          <w:szCs w:val="24"/>
          <w:u w:val="single"/>
          <w:lang w:val="en-US"/>
        </w:rPr>
      </w:pPr>
    </w:p>
    <w:p w14:paraId="2753FB6F" w14:textId="3373A816" w:rsidR="00A43C2D" w:rsidRDefault="00A43C2D" w:rsidP="00913021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Transportation Management Software (TMS)</w:t>
      </w:r>
    </w:p>
    <w:p w14:paraId="77041E2B" w14:textId="7676D440" w:rsidR="00A43C2D" w:rsidRDefault="00A43C2D" w:rsidP="00A43C2D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t xml:space="preserve">Which transportation Management Software do you use inside your daily operation? How do you ensure the </w:t>
      </w:r>
      <w:r w:rsidR="0012381D">
        <w:rPr>
          <w:rFonts w:eastAsia="Calibri"/>
          <w:b/>
          <w:i/>
          <w:szCs w:val="24"/>
          <w:lang w:val="en-US"/>
        </w:rPr>
        <w:t>traceability from the starting point of the transportation to the final destination?</w:t>
      </w:r>
    </w:p>
    <w:p w14:paraId="47B9995B" w14:textId="77777777" w:rsidR="005815EA" w:rsidRDefault="005815EA" w:rsidP="00A43C2D">
      <w:pPr>
        <w:pStyle w:val="BodyText"/>
        <w:ind w:left="720"/>
        <w:rPr>
          <w:rFonts w:eastAsia="Calibri"/>
          <w:b/>
          <w:i/>
          <w:szCs w:val="24"/>
          <w:lang w:val="en-US"/>
        </w:rPr>
      </w:pPr>
    </w:p>
    <w:p w14:paraId="6FE13472" w14:textId="77777777" w:rsidR="0012381D" w:rsidRPr="00D50CC5" w:rsidRDefault="0012381D" w:rsidP="001238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D50CC5">
        <w:rPr>
          <w:rFonts w:ascii="Times New Roman" w:hAnsi="Times New Roman"/>
          <w:sz w:val="24"/>
          <w:szCs w:val="24"/>
        </w:rPr>
        <w:t>:</w:t>
      </w:r>
    </w:p>
    <w:p w14:paraId="2DA5F208" w14:textId="77777777" w:rsidR="0012381D" w:rsidRPr="00185380" w:rsidRDefault="0012381D" w:rsidP="0012381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5242E942" w14:textId="77777777" w:rsidR="0012381D" w:rsidRPr="00185380" w:rsidRDefault="0012381D" w:rsidP="0012381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BFB6656" w14:textId="77777777" w:rsidR="0012381D" w:rsidRPr="008558B7" w:rsidRDefault="0012381D" w:rsidP="0012381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09D3E541" w14:textId="5BE18D57" w:rsidR="0086346F" w:rsidRPr="00913021" w:rsidRDefault="00FA340B" w:rsidP="00913021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lastRenderedPageBreak/>
        <w:t xml:space="preserve">Global </w:t>
      </w:r>
      <w:r w:rsidR="001E41C7">
        <w:rPr>
          <w:rFonts w:eastAsia="Calibri"/>
          <w:b/>
          <w:i/>
          <w:szCs w:val="24"/>
          <w:u w:val="single"/>
          <w:lang w:val="en-US"/>
        </w:rPr>
        <w:t xml:space="preserve">Service network </w:t>
      </w:r>
    </w:p>
    <w:p w14:paraId="00072B8A" w14:textId="123A9CD1" w:rsidR="003735AA" w:rsidRPr="003735AA" w:rsidRDefault="001E41C7" w:rsidP="003735AA">
      <w:pPr>
        <w:pStyle w:val="ListParagraph"/>
        <w:spacing w:line="240" w:lineRule="auto"/>
        <w:contextualSpacing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 you have a global transpor</w:t>
      </w:r>
      <w:r w:rsidR="00A43DAF">
        <w:rPr>
          <w:rFonts w:ascii="Times New Roman" w:hAnsi="Times New Roman"/>
          <w:b/>
          <w:i/>
          <w:sz w:val="24"/>
          <w:szCs w:val="24"/>
        </w:rPr>
        <w:t>t</w:t>
      </w:r>
      <w:r w:rsidR="00C573F8">
        <w:rPr>
          <w:rFonts w:ascii="Times New Roman" w:hAnsi="Times New Roman"/>
          <w:b/>
          <w:i/>
          <w:sz w:val="24"/>
          <w:szCs w:val="24"/>
        </w:rPr>
        <w:t>ation</w:t>
      </w:r>
      <w:r>
        <w:rPr>
          <w:rFonts w:ascii="Times New Roman" w:hAnsi="Times New Roman"/>
          <w:b/>
          <w:i/>
          <w:sz w:val="24"/>
          <w:szCs w:val="24"/>
        </w:rPr>
        <w:t xml:space="preserve"> and </w:t>
      </w:r>
      <w:r w:rsidR="00FA340B">
        <w:rPr>
          <w:rFonts w:ascii="Times New Roman" w:hAnsi="Times New Roman"/>
          <w:b/>
          <w:i/>
          <w:sz w:val="24"/>
          <w:szCs w:val="24"/>
        </w:rPr>
        <w:t>logistics service</w:t>
      </w:r>
      <w:r>
        <w:rPr>
          <w:rFonts w:ascii="Times New Roman" w:hAnsi="Times New Roman"/>
          <w:b/>
          <w:i/>
          <w:sz w:val="24"/>
          <w:szCs w:val="24"/>
        </w:rPr>
        <w:t xml:space="preserve"> network to cover ITER Project member countries (China, Europe, Japan, Korea, India, </w:t>
      </w:r>
      <w:r>
        <w:rPr>
          <w:rFonts w:ascii="Times New Roman" w:hAnsi="Times New Roman" w:hint="eastAsia"/>
          <w:b/>
          <w:i/>
          <w:sz w:val="24"/>
          <w:szCs w:val="24"/>
          <w:lang w:eastAsia="zh-CN"/>
        </w:rPr>
        <w:t>R</w:t>
      </w:r>
      <w:r>
        <w:rPr>
          <w:rFonts w:ascii="Times New Roman" w:hAnsi="Times New Roman"/>
          <w:b/>
          <w:i/>
          <w:sz w:val="24"/>
          <w:szCs w:val="24"/>
        </w:rPr>
        <w:t>ussia and USA)</w:t>
      </w:r>
      <w:r w:rsidR="003735AA" w:rsidRPr="003735AA">
        <w:rPr>
          <w:rFonts w:ascii="Times New Roman" w:hAnsi="Times New Roman"/>
          <w:b/>
          <w:i/>
          <w:sz w:val="24"/>
          <w:szCs w:val="24"/>
        </w:rPr>
        <w:t>?</w:t>
      </w:r>
    </w:p>
    <w:p w14:paraId="47C3B12B" w14:textId="77777777" w:rsidR="00B4276A" w:rsidRPr="003735AA" w:rsidRDefault="00B4276A" w:rsidP="00DD28BF">
      <w:pPr>
        <w:ind w:firstLine="720"/>
        <w:rPr>
          <w:rFonts w:ascii="Times New Roman" w:hAnsi="Times New Roman"/>
          <w:b/>
          <w:sz w:val="24"/>
          <w:szCs w:val="24"/>
          <w:lang w:val="en-GB"/>
        </w:rPr>
      </w:pPr>
    </w:p>
    <w:p w14:paraId="3970941D" w14:textId="77777777" w:rsidR="00DD28BF" w:rsidRPr="006F10FE" w:rsidRDefault="00DD28BF" w:rsidP="00DD28BF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2EEF000B" w14:textId="77777777" w:rsidR="00DD28BF" w:rsidRPr="006F10FE" w:rsidRDefault="00DD28BF" w:rsidP="00DD28BF">
      <w:pPr>
        <w:rPr>
          <w:rFonts w:ascii="Times New Roman" w:hAnsi="Times New Roman"/>
          <w:b/>
          <w:sz w:val="24"/>
          <w:szCs w:val="24"/>
        </w:rPr>
      </w:pPr>
    </w:p>
    <w:p w14:paraId="7E709EA1" w14:textId="77777777" w:rsidR="003735AA" w:rsidRPr="00D50CC5" w:rsidRDefault="003735AA" w:rsidP="003735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D50CC5">
        <w:rPr>
          <w:rFonts w:ascii="Times New Roman" w:hAnsi="Times New Roman"/>
          <w:sz w:val="24"/>
          <w:szCs w:val="24"/>
        </w:rPr>
        <w:t>:</w:t>
      </w:r>
    </w:p>
    <w:p w14:paraId="5E743A25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BE775A2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99899AC" w14:textId="77777777" w:rsidR="00DD28BF" w:rsidRPr="00185380" w:rsidRDefault="00DD28BF" w:rsidP="00DD28B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E4C42D0" w14:textId="77777777" w:rsidR="00DD28BF" w:rsidRDefault="00DD28BF" w:rsidP="002A72B0">
      <w:pPr>
        <w:pStyle w:val="BodyText"/>
        <w:rPr>
          <w:rFonts w:eastAsia="Calibri"/>
          <w:szCs w:val="24"/>
          <w:lang w:val="en-US"/>
        </w:rPr>
      </w:pPr>
    </w:p>
    <w:p w14:paraId="6EABEB8B" w14:textId="6D97E3BC" w:rsidR="000B704C" w:rsidRPr="00913021" w:rsidRDefault="001E41C7" w:rsidP="001E41C7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Local presence in P</w:t>
      </w:r>
      <w:r w:rsidRPr="001E41C7">
        <w:rPr>
          <w:rFonts w:eastAsia="Calibri"/>
          <w:b/>
          <w:i/>
          <w:szCs w:val="24"/>
          <w:u w:val="single"/>
          <w:lang w:val="en-US"/>
        </w:rPr>
        <w:t>rovence-</w:t>
      </w:r>
      <w:proofErr w:type="spellStart"/>
      <w:r w:rsidRPr="001E41C7">
        <w:rPr>
          <w:rFonts w:eastAsia="Calibri"/>
          <w:b/>
          <w:i/>
          <w:szCs w:val="24"/>
          <w:u w:val="single"/>
          <w:lang w:val="en-US"/>
        </w:rPr>
        <w:t>Alpes</w:t>
      </w:r>
      <w:proofErr w:type="spellEnd"/>
      <w:r w:rsidRPr="001E41C7">
        <w:rPr>
          <w:rFonts w:eastAsia="Calibri"/>
          <w:b/>
          <w:i/>
          <w:szCs w:val="24"/>
          <w:u w:val="single"/>
          <w:lang w:val="en-US"/>
        </w:rPr>
        <w:t>-Côte d'Azur</w:t>
      </w:r>
      <w:r>
        <w:rPr>
          <w:rFonts w:eastAsia="Calibri"/>
          <w:b/>
          <w:i/>
          <w:szCs w:val="24"/>
          <w:u w:val="single"/>
          <w:lang w:val="en-US"/>
        </w:rPr>
        <w:t xml:space="preserve"> (PACA) area </w:t>
      </w:r>
    </w:p>
    <w:p w14:paraId="5478265C" w14:textId="6B81302D" w:rsidR="000B704C" w:rsidRDefault="001E41C7" w:rsidP="000B704C">
      <w:pPr>
        <w:pStyle w:val="BodyText"/>
        <w:ind w:left="720"/>
        <w:rPr>
          <w:rFonts w:eastAsia="Calibri"/>
          <w:b/>
          <w:i/>
          <w:szCs w:val="24"/>
        </w:rPr>
      </w:pPr>
      <w:r>
        <w:rPr>
          <w:rFonts w:eastAsia="Calibri"/>
          <w:b/>
          <w:i/>
          <w:szCs w:val="24"/>
          <w:lang w:val="en-US"/>
        </w:rPr>
        <w:t xml:space="preserve">Do you have a local presence in PACA area of France to </w:t>
      </w:r>
      <w:r w:rsidR="00DE3947">
        <w:rPr>
          <w:rFonts w:eastAsia="Calibri"/>
          <w:b/>
          <w:i/>
          <w:szCs w:val="24"/>
          <w:lang w:val="en-US"/>
        </w:rPr>
        <w:t>manage</w:t>
      </w:r>
      <w:r>
        <w:rPr>
          <w:rFonts w:eastAsia="Calibri"/>
          <w:b/>
          <w:i/>
          <w:szCs w:val="24"/>
          <w:lang w:val="en-US"/>
        </w:rPr>
        <w:t xml:space="preserve"> the transport and logistics operations </w:t>
      </w:r>
      <w:r w:rsidR="00F7450F">
        <w:rPr>
          <w:rFonts w:eastAsia="Calibri"/>
          <w:b/>
          <w:i/>
          <w:szCs w:val="24"/>
          <w:lang w:val="en-US"/>
        </w:rPr>
        <w:t>at the</w:t>
      </w:r>
      <w:r>
        <w:rPr>
          <w:rFonts w:eastAsia="Calibri"/>
          <w:b/>
          <w:i/>
          <w:szCs w:val="24"/>
          <w:lang w:val="en-US"/>
        </w:rPr>
        <w:t xml:space="preserve"> F</w:t>
      </w:r>
      <w:r w:rsidR="00F7450F">
        <w:rPr>
          <w:rFonts w:eastAsia="Calibri"/>
          <w:b/>
          <w:i/>
          <w:szCs w:val="24"/>
          <w:lang w:val="en-US"/>
        </w:rPr>
        <w:t>OS</w:t>
      </w:r>
      <w:r>
        <w:rPr>
          <w:rFonts w:eastAsia="Calibri"/>
          <w:b/>
          <w:i/>
          <w:szCs w:val="24"/>
          <w:lang w:val="en-US"/>
        </w:rPr>
        <w:t xml:space="preserve"> port,</w:t>
      </w:r>
      <w:r w:rsidR="00F7450F">
        <w:rPr>
          <w:rFonts w:eastAsia="Calibri"/>
          <w:b/>
          <w:i/>
          <w:szCs w:val="24"/>
          <w:lang w:val="en-US"/>
        </w:rPr>
        <w:t xml:space="preserve"> the</w:t>
      </w:r>
      <w:r>
        <w:rPr>
          <w:rFonts w:eastAsia="Calibri"/>
          <w:b/>
          <w:i/>
          <w:szCs w:val="24"/>
          <w:lang w:val="en-US"/>
        </w:rPr>
        <w:t xml:space="preserve"> Marseille airport,</w:t>
      </w:r>
      <w:r w:rsidR="00F7450F">
        <w:rPr>
          <w:rFonts w:eastAsia="Calibri"/>
          <w:b/>
          <w:i/>
          <w:szCs w:val="24"/>
          <w:lang w:val="en-US"/>
        </w:rPr>
        <w:t xml:space="preserve"> at</w:t>
      </w:r>
      <w:r>
        <w:rPr>
          <w:rFonts w:eastAsia="Calibri"/>
          <w:b/>
          <w:i/>
          <w:szCs w:val="24"/>
          <w:lang w:val="en-US"/>
        </w:rPr>
        <w:t xml:space="preserve"> local motorways and</w:t>
      </w:r>
      <w:r w:rsidR="00F7450F">
        <w:rPr>
          <w:rFonts w:eastAsia="Calibri"/>
          <w:b/>
          <w:i/>
          <w:szCs w:val="24"/>
          <w:lang w:val="en-US"/>
        </w:rPr>
        <w:t xml:space="preserve"> the</w:t>
      </w:r>
      <w:r>
        <w:rPr>
          <w:rFonts w:eastAsia="Calibri"/>
          <w:b/>
          <w:i/>
          <w:szCs w:val="24"/>
          <w:lang w:val="en-US"/>
        </w:rPr>
        <w:t xml:space="preserve"> relevant </w:t>
      </w:r>
      <w:r w:rsidR="00DE3947">
        <w:rPr>
          <w:rFonts w:eastAsia="Calibri"/>
          <w:b/>
          <w:i/>
          <w:szCs w:val="24"/>
          <w:lang w:val="en-US"/>
        </w:rPr>
        <w:t xml:space="preserve">traffic </w:t>
      </w:r>
      <w:r w:rsidR="00F7450F">
        <w:rPr>
          <w:rFonts w:eastAsia="Calibri"/>
          <w:b/>
          <w:i/>
          <w:szCs w:val="24"/>
          <w:lang w:val="en-US"/>
        </w:rPr>
        <w:t>regulators?</w:t>
      </w:r>
    </w:p>
    <w:p w14:paraId="08A9BBE6" w14:textId="6CD60BEB" w:rsidR="000B704C" w:rsidRPr="006F10FE" w:rsidRDefault="000B704C" w:rsidP="000B704C">
      <w:pPr>
        <w:rPr>
          <w:rFonts w:ascii="Times New Roman" w:hAnsi="Times New Roman"/>
          <w:b/>
          <w:sz w:val="24"/>
          <w:szCs w:val="24"/>
        </w:rPr>
      </w:pPr>
    </w:p>
    <w:p w14:paraId="1DDAC576" w14:textId="77777777" w:rsidR="003735AA" w:rsidRPr="00D50CC5" w:rsidRDefault="003735AA" w:rsidP="003735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D50CC5">
        <w:rPr>
          <w:rFonts w:ascii="Times New Roman" w:hAnsi="Times New Roman"/>
          <w:sz w:val="24"/>
          <w:szCs w:val="24"/>
        </w:rPr>
        <w:t>:</w:t>
      </w:r>
    </w:p>
    <w:p w14:paraId="1CCB97BF" w14:textId="77777777" w:rsidR="000B704C" w:rsidRPr="00185380" w:rsidRDefault="000B704C" w:rsidP="000B704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9892C37" w14:textId="77777777" w:rsidR="000B704C" w:rsidRPr="00185380" w:rsidRDefault="000B704C" w:rsidP="000B704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E720BCE" w14:textId="77777777" w:rsidR="000B704C" w:rsidRDefault="000B704C" w:rsidP="000B704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83B9ECC" w14:textId="77777777" w:rsidR="000B704C" w:rsidRPr="00185380" w:rsidRDefault="000B704C" w:rsidP="000B704C">
      <w:pPr>
        <w:pStyle w:val="BodyText0"/>
        <w:rPr>
          <w:rFonts w:eastAsia="Calibri"/>
          <w:szCs w:val="24"/>
          <w:lang w:val="en-US"/>
        </w:rPr>
      </w:pPr>
    </w:p>
    <w:p w14:paraId="5247E474" w14:textId="510FCB88" w:rsidR="008031CA" w:rsidRPr="00405C8F" w:rsidRDefault="00A6763D" w:rsidP="00405C8F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 xml:space="preserve">Warehousing </w:t>
      </w:r>
    </w:p>
    <w:p w14:paraId="7F72D6BE" w14:textId="196122FF" w:rsidR="003735AA" w:rsidRPr="003735AA" w:rsidRDefault="003735AA" w:rsidP="003735AA">
      <w:pPr>
        <w:pStyle w:val="ListParagraph"/>
        <w:spacing w:line="240" w:lineRule="auto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3735AA">
        <w:rPr>
          <w:rFonts w:ascii="Times New Roman" w:hAnsi="Times New Roman"/>
          <w:b/>
          <w:i/>
          <w:sz w:val="24"/>
          <w:szCs w:val="24"/>
        </w:rPr>
        <w:t xml:space="preserve">Do you </w:t>
      </w:r>
      <w:r w:rsidR="00A6763D">
        <w:rPr>
          <w:rFonts w:ascii="Times New Roman" w:hAnsi="Times New Roman"/>
          <w:b/>
          <w:i/>
          <w:sz w:val="24"/>
          <w:szCs w:val="24"/>
        </w:rPr>
        <w:t xml:space="preserve">have the experience of operating warehouses for </w:t>
      </w:r>
      <w:r w:rsidR="00DC186F">
        <w:rPr>
          <w:rFonts w:ascii="Times New Roman" w:hAnsi="Times New Roman"/>
          <w:b/>
          <w:i/>
          <w:sz w:val="24"/>
          <w:szCs w:val="24"/>
        </w:rPr>
        <w:t xml:space="preserve">industrial </w:t>
      </w:r>
      <w:r w:rsidR="00A6763D">
        <w:rPr>
          <w:rFonts w:ascii="Times New Roman" w:hAnsi="Times New Roman"/>
          <w:b/>
          <w:i/>
          <w:sz w:val="24"/>
          <w:szCs w:val="24"/>
        </w:rPr>
        <w:t>construction projects in France</w:t>
      </w:r>
      <w:r w:rsidR="00C573F8">
        <w:rPr>
          <w:rFonts w:ascii="Times New Roman" w:hAnsi="Times New Roman"/>
          <w:b/>
          <w:i/>
          <w:sz w:val="24"/>
          <w:szCs w:val="24"/>
        </w:rPr>
        <w:t xml:space="preserve"> that focus on component level receiving inspection, traceability, preservation and delivery</w:t>
      </w:r>
      <w:r w:rsidR="00A6763D">
        <w:rPr>
          <w:rFonts w:ascii="Times New Roman" w:hAnsi="Times New Roman"/>
          <w:b/>
          <w:i/>
          <w:sz w:val="24"/>
          <w:szCs w:val="24"/>
        </w:rPr>
        <w:t xml:space="preserve">? </w:t>
      </w:r>
    </w:p>
    <w:p w14:paraId="3F75F6A9" w14:textId="77777777" w:rsidR="00B4276A" w:rsidRPr="00A6763D" w:rsidRDefault="00B4276A" w:rsidP="008031CA">
      <w:pPr>
        <w:ind w:firstLine="720"/>
        <w:rPr>
          <w:rFonts w:ascii="Times New Roman" w:hAnsi="Times New Roman"/>
          <w:b/>
          <w:sz w:val="24"/>
          <w:szCs w:val="24"/>
        </w:rPr>
      </w:pPr>
    </w:p>
    <w:p w14:paraId="2B848F6E" w14:textId="77777777" w:rsidR="008031CA" w:rsidRPr="006F10FE" w:rsidRDefault="008031CA" w:rsidP="008031CA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177F473B" w14:textId="77777777" w:rsidR="008031CA" w:rsidRDefault="008031CA" w:rsidP="008031CA">
      <w:pPr>
        <w:rPr>
          <w:rFonts w:ascii="Times New Roman" w:hAnsi="Times New Roman"/>
          <w:b/>
          <w:sz w:val="24"/>
          <w:szCs w:val="24"/>
        </w:rPr>
      </w:pPr>
    </w:p>
    <w:p w14:paraId="39C0883E" w14:textId="77777777" w:rsidR="003735AA" w:rsidRPr="00D50CC5" w:rsidRDefault="003735AA" w:rsidP="003735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D50CC5">
        <w:rPr>
          <w:rFonts w:ascii="Times New Roman" w:hAnsi="Times New Roman"/>
          <w:sz w:val="24"/>
          <w:szCs w:val="24"/>
        </w:rPr>
        <w:t>:</w:t>
      </w:r>
    </w:p>
    <w:p w14:paraId="07B05F21" w14:textId="77777777" w:rsidR="008031CA" w:rsidRPr="00185380" w:rsidRDefault="008031CA" w:rsidP="008031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43E3B59" w14:textId="77777777" w:rsidR="008031CA" w:rsidRPr="00185380" w:rsidRDefault="008031CA" w:rsidP="008031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32778E50" w14:textId="77777777" w:rsidR="008031CA" w:rsidRDefault="008031CA" w:rsidP="008031C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F9B69C2" w14:textId="77777777" w:rsidR="009A7EF0" w:rsidRDefault="009A7EF0" w:rsidP="00DD28BF">
      <w:pPr>
        <w:rPr>
          <w:rFonts w:ascii="Times New Roman" w:hAnsi="Times New Roman"/>
          <w:sz w:val="24"/>
          <w:szCs w:val="24"/>
        </w:rPr>
      </w:pPr>
    </w:p>
    <w:p w14:paraId="351F3A06" w14:textId="77777777" w:rsidR="00CD464C" w:rsidRPr="005815EA" w:rsidRDefault="00CD464C" w:rsidP="00CD464C">
      <w:pPr>
        <w:pStyle w:val="BodyText"/>
        <w:numPr>
          <w:ilvl w:val="1"/>
          <w:numId w:val="4"/>
        </w:numPr>
        <w:rPr>
          <w:rFonts w:eastAsia="Calibri"/>
          <w:b/>
          <w:i/>
          <w:szCs w:val="24"/>
          <w:u w:val="single"/>
          <w:lang w:val="en-US"/>
        </w:rPr>
      </w:pPr>
      <w:r w:rsidRPr="005815EA">
        <w:rPr>
          <w:rFonts w:eastAsia="Calibri"/>
          <w:b/>
          <w:i/>
          <w:szCs w:val="24"/>
          <w:u w:val="single"/>
          <w:lang w:val="en-US"/>
        </w:rPr>
        <w:t>Materials management for an industrial construction project</w:t>
      </w:r>
    </w:p>
    <w:p w14:paraId="0A01CDC0" w14:textId="1AEBB6BA" w:rsidR="00CD464C" w:rsidRDefault="00CD464C" w:rsidP="005815EA">
      <w:pPr>
        <w:pStyle w:val="ListParagraph"/>
        <w:spacing w:line="240" w:lineRule="auto"/>
        <w:contextualSpacing w:val="0"/>
        <w:rPr>
          <w:rFonts w:ascii="Times New Roman" w:hAnsi="Times New Roman"/>
          <w:b/>
          <w:i/>
          <w:sz w:val="24"/>
          <w:szCs w:val="24"/>
        </w:rPr>
      </w:pPr>
      <w:r w:rsidRPr="005815EA">
        <w:rPr>
          <w:rFonts w:ascii="Times New Roman" w:hAnsi="Times New Roman"/>
          <w:b/>
          <w:i/>
          <w:sz w:val="24"/>
          <w:szCs w:val="24"/>
        </w:rPr>
        <w:t>Are you familiar with special actions linked to material management on a construction site, e.g. material receiving inspection, preservation, delivery to industrial customers, collection of unused materials?</w:t>
      </w:r>
    </w:p>
    <w:p w14:paraId="5FCDCD71" w14:textId="77777777" w:rsidR="005815EA" w:rsidRPr="005815EA" w:rsidRDefault="005815EA" w:rsidP="005815EA">
      <w:pPr>
        <w:pStyle w:val="ListParagraph"/>
        <w:spacing w:line="240" w:lineRule="auto"/>
        <w:contextualSpacing w:val="0"/>
        <w:rPr>
          <w:rFonts w:ascii="Times New Roman" w:hAnsi="Times New Roman"/>
          <w:b/>
          <w:i/>
          <w:sz w:val="24"/>
          <w:szCs w:val="24"/>
        </w:rPr>
      </w:pPr>
    </w:p>
    <w:p w14:paraId="574A1C19" w14:textId="77777777" w:rsidR="00CD464C" w:rsidRPr="006F10FE" w:rsidRDefault="00CD464C" w:rsidP="00CD464C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5124E092" w14:textId="77777777" w:rsidR="00CD464C" w:rsidRDefault="00CD464C" w:rsidP="00CD464C">
      <w:pPr>
        <w:pStyle w:val="BodyText0"/>
        <w:rPr>
          <w:rFonts w:eastAsia="Calibri"/>
          <w:szCs w:val="24"/>
          <w:lang w:val="en-US"/>
        </w:rPr>
      </w:pPr>
    </w:p>
    <w:p w14:paraId="0EC813B0" w14:textId="77777777" w:rsidR="00CD464C" w:rsidRDefault="00CD464C" w:rsidP="00CD464C">
      <w:pPr>
        <w:pStyle w:val="BodyText0"/>
        <w:rPr>
          <w:rFonts w:eastAsia="Calibri"/>
          <w:szCs w:val="24"/>
          <w:lang w:val="en-US"/>
        </w:rPr>
      </w:pPr>
      <w:r w:rsidRPr="00A6763D">
        <w:rPr>
          <w:rFonts w:eastAsia="Calibri"/>
          <w:szCs w:val="24"/>
          <w:lang w:val="en-US"/>
        </w:rPr>
        <w:t>Please provide overview and/or any complementary information:</w:t>
      </w:r>
    </w:p>
    <w:p w14:paraId="2CA807D4" w14:textId="77777777" w:rsidR="00CD464C" w:rsidRPr="00185380" w:rsidRDefault="00CD464C" w:rsidP="00CD464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5410F08" w14:textId="77777777" w:rsidR="00CD464C" w:rsidRPr="00185380" w:rsidRDefault="00CD464C" w:rsidP="00CD464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BEA7687" w14:textId="77777777" w:rsidR="00CD464C" w:rsidRPr="00185380" w:rsidRDefault="00CD464C" w:rsidP="00CD464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lastRenderedPageBreak/>
        <w:tab/>
      </w:r>
    </w:p>
    <w:p w14:paraId="5B91A593" w14:textId="4E544943" w:rsidR="00CD464C" w:rsidRPr="005815EA" w:rsidRDefault="00CD464C" w:rsidP="005815EA">
      <w:pPr>
        <w:pStyle w:val="BodyText"/>
        <w:rPr>
          <w:rFonts w:eastAsia="Calibri"/>
          <w:szCs w:val="24"/>
          <w:u w:val="single"/>
          <w:lang w:val="en-US"/>
        </w:rPr>
      </w:pPr>
    </w:p>
    <w:p w14:paraId="2E40A41B" w14:textId="69BB9009" w:rsidR="00A6763D" w:rsidRPr="00A6763D" w:rsidRDefault="00A6763D" w:rsidP="00A6763D">
      <w:pPr>
        <w:pStyle w:val="BodyText"/>
        <w:numPr>
          <w:ilvl w:val="1"/>
          <w:numId w:val="4"/>
        </w:numPr>
        <w:rPr>
          <w:rFonts w:eastAsia="Calibri"/>
          <w:szCs w:val="24"/>
          <w:u w:val="single"/>
          <w:lang w:val="en-US"/>
        </w:rPr>
      </w:pPr>
      <w:r w:rsidRPr="00A6763D">
        <w:rPr>
          <w:rFonts w:eastAsia="Calibri"/>
          <w:b/>
          <w:i/>
          <w:szCs w:val="24"/>
          <w:u w:val="single"/>
          <w:lang w:val="en-US"/>
        </w:rPr>
        <w:t>ERP system use</w:t>
      </w:r>
    </w:p>
    <w:p w14:paraId="179D02A4" w14:textId="60DE4851" w:rsidR="00DE3947" w:rsidRDefault="00A6763D" w:rsidP="00A6763D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 w:rsidRPr="00A6763D">
        <w:rPr>
          <w:rFonts w:eastAsia="Calibri"/>
          <w:b/>
          <w:i/>
          <w:szCs w:val="24"/>
          <w:lang w:val="en-US"/>
        </w:rPr>
        <w:t xml:space="preserve">Do you have </w:t>
      </w:r>
      <w:r>
        <w:rPr>
          <w:rFonts w:eastAsia="Calibri"/>
          <w:b/>
          <w:i/>
          <w:szCs w:val="24"/>
          <w:lang w:val="en-US"/>
        </w:rPr>
        <w:t>the experience of using ERP system (SMARTPLANT</w:t>
      </w:r>
      <w:r w:rsidR="007672DA">
        <w:rPr>
          <w:rFonts w:eastAsia="Calibri"/>
          <w:b/>
          <w:i/>
          <w:szCs w:val="24"/>
          <w:lang w:val="en-US"/>
        </w:rPr>
        <w:t xml:space="preserve"> Materials and/or SAP</w:t>
      </w:r>
      <w:r>
        <w:rPr>
          <w:rFonts w:eastAsia="Calibri"/>
          <w:b/>
          <w:i/>
          <w:szCs w:val="24"/>
          <w:lang w:val="en-US"/>
        </w:rPr>
        <w:t xml:space="preserve"> preferred) </w:t>
      </w:r>
      <w:r w:rsidR="00E82E5F">
        <w:rPr>
          <w:rFonts w:eastAsia="Calibri"/>
          <w:b/>
          <w:i/>
          <w:szCs w:val="24"/>
          <w:lang w:val="en-US"/>
        </w:rPr>
        <w:t>for</w:t>
      </w:r>
      <w:r>
        <w:rPr>
          <w:rFonts w:eastAsia="Calibri"/>
          <w:b/>
          <w:i/>
          <w:szCs w:val="24"/>
          <w:lang w:val="en-US"/>
        </w:rPr>
        <w:t xml:space="preserve"> materials management?</w:t>
      </w:r>
      <w:r w:rsidR="007672DA">
        <w:rPr>
          <w:rFonts w:eastAsia="Calibri"/>
          <w:b/>
          <w:i/>
          <w:szCs w:val="24"/>
          <w:lang w:val="en-US"/>
        </w:rPr>
        <w:t xml:space="preserve"> Do you have the possibility to link our ERP system with your TMS for traceability data? </w:t>
      </w:r>
    </w:p>
    <w:p w14:paraId="60D9DDF4" w14:textId="0F1444B8" w:rsidR="0035656C" w:rsidRPr="00A6763D" w:rsidRDefault="0035656C" w:rsidP="00A6763D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 w:rsidRPr="00A6763D">
        <w:rPr>
          <w:rFonts w:eastAsia="Calibri"/>
          <w:b/>
          <w:i/>
          <w:szCs w:val="24"/>
          <w:lang w:val="en-US"/>
        </w:rPr>
        <w:tab/>
      </w:r>
    </w:p>
    <w:p w14:paraId="457BAFC5" w14:textId="77777777" w:rsidR="005203CC" w:rsidRPr="006F10FE" w:rsidRDefault="005203CC" w:rsidP="005203CC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3B230BB5" w14:textId="77777777" w:rsidR="00A6763D" w:rsidRDefault="00A6763D" w:rsidP="0035656C">
      <w:pPr>
        <w:pStyle w:val="BodyText0"/>
        <w:rPr>
          <w:rFonts w:eastAsia="Calibri"/>
          <w:szCs w:val="24"/>
          <w:lang w:val="en-US"/>
        </w:rPr>
      </w:pPr>
    </w:p>
    <w:p w14:paraId="45D7BB6C" w14:textId="77777777" w:rsidR="00A6763D" w:rsidRDefault="00A6763D" w:rsidP="0035656C">
      <w:pPr>
        <w:pStyle w:val="BodyText0"/>
        <w:rPr>
          <w:rFonts w:eastAsia="Calibri"/>
          <w:szCs w:val="24"/>
          <w:lang w:val="en-US"/>
        </w:rPr>
      </w:pPr>
      <w:r w:rsidRPr="00A6763D">
        <w:rPr>
          <w:rFonts w:eastAsia="Calibri"/>
          <w:szCs w:val="24"/>
          <w:lang w:val="en-US"/>
        </w:rPr>
        <w:t>Please provide overview and/or any complementary information:</w:t>
      </w:r>
    </w:p>
    <w:p w14:paraId="2124B91A" w14:textId="466FB0A0"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8DDDDA9" w14:textId="77777777" w:rsidR="0035656C" w:rsidRPr="00185380" w:rsidRDefault="0035656C" w:rsidP="0035656C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4D89D45" w14:textId="77777777" w:rsidR="00A6763D" w:rsidRPr="00185380" w:rsidRDefault="00A6763D" w:rsidP="00A6763D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3C78F78D" w14:textId="77777777" w:rsidR="003735AA" w:rsidRDefault="003735AA" w:rsidP="00DD28BF">
      <w:pPr>
        <w:rPr>
          <w:rFonts w:ascii="Times New Roman" w:hAnsi="Times New Roman"/>
          <w:sz w:val="24"/>
          <w:szCs w:val="24"/>
        </w:rPr>
      </w:pPr>
    </w:p>
    <w:p w14:paraId="0840A78B" w14:textId="4B8827B4" w:rsidR="00CD464C" w:rsidRDefault="00CB590F" w:rsidP="00CB590F">
      <w:pPr>
        <w:pStyle w:val="BodyText"/>
        <w:ind w:left="284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2.10</w:t>
      </w:r>
      <w:proofErr w:type="gramStart"/>
      <w:r>
        <w:rPr>
          <w:rFonts w:eastAsia="Calibri"/>
          <w:b/>
          <w:i/>
          <w:szCs w:val="24"/>
          <w:u w:val="single"/>
          <w:lang w:val="en-US"/>
        </w:rPr>
        <w:t>.</w:t>
      </w:r>
      <w:r w:rsidR="00F76EF9" w:rsidRPr="00F76EF9">
        <w:rPr>
          <w:rFonts w:eastAsia="Calibri"/>
          <w:b/>
          <w:i/>
          <w:szCs w:val="24"/>
          <w:u w:val="single"/>
          <w:lang w:val="en-US"/>
        </w:rPr>
        <w:t>Permanent</w:t>
      </w:r>
      <w:proofErr w:type="gramEnd"/>
      <w:r w:rsidR="00F76EF9" w:rsidRPr="00F76EF9">
        <w:rPr>
          <w:rFonts w:eastAsia="Calibri"/>
          <w:b/>
          <w:i/>
          <w:szCs w:val="24"/>
          <w:u w:val="single"/>
          <w:lang w:val="en-US"/>
        </w:rPr>
        <w:t xml:space="preserve"> improvement processes</w:t>
      </w:r>
    </w:p>
    <w:p w14:paraId="4F5331DF" w14:textId="575E7AF7" w:rsidR="00F76EF9" w:rsidRPr="005815EA" w:rsidRDefault="00F76EF9" w:rsidP="005815EA">
      <w:pPr>
        <w:pStyle w:val="BodyText"/>
        <w:ind w:left="720"/>
        <w:rPr>
          <w:rFonts w:eastAsia="Calibri"/>
          <w:b/>
          <w:i/>
          <w:szCs w:val="24"/>
          <w:lang w:val="en-US"/>
        </w:rPr>
      </w:pPr>
      <w:r w:rsidRPr="005815EA">
        <w:rPr>
          <w:rFonts w:eastAsia="Calibri"/>
          <w:b/>
          <w:i/>
          <w:szCs w:val="24"/>
          <w:lang w:val="en-US"/>
        </w:rPr>
        <w:t>Do you have the experience of implementing permanent improvement processes in project management to optimize cost and improve service quality?</w:t>
      </w:r>
    </w:p>
    <w:p w14:paraId="43222D7E" w14:textId="77777777" w:rsidR="00F76EF9" w:rsidRPr="006F10FE" w:rsidRDefault="00F76EF9" w:rsidP="00F76EF9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113804F5" w14:textId="77777777" w:rsidR="00F76EF9" w:rsidRDefault="00F76EF9" w:rsidP="00F76EF9">
      <w:pPr>
        <w:rPr>
          <w:rFonts w:ascii="Times New Roman" w:hAnsi="Times New Roman"/>
          <w:b/>
          <w:sz w:val="24"/>
          <w:szCs w:val="24"/>
        </w:rPr>
      </w:pPr>
    </w:p>
    <w:p w14:paraId="2D22D7BD" w14:textId="77777777" w:rsidR="00F76EF9" w:rsidRDefault="00F76EF9" w:rsidP="00F76E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2119CC">
        <w:rPr>
          <w:rFonts w:ascii="Times New Roman" w:hAnsi="Times New Roman"/>
          <w:sz w:val="24"/>
          <w:szCs w:val="24"/>
        </w:rPr>
        <w:t>:</w:t>
      </w:r>
    </w:p>
    <w:p w14:paraId="2CBB31FF" w14:textId="77777777" w:rsidR="00F76EF9" w:rsidRPr="00185380" w:rsidRDefault="00F76EF9" w:rsidP="00F76EF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479D04A" w14:textId="77777777" w:rsidR="00F76EF9" w:rsidRPr="00185380" w:rsidRDefault="00F76EF9" w:rsidP="00F76EF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703879C0" w14:textId="77777777" w:rsidR="00F76EF9" w:rsidRDefault="00F76EF9" w:rsidP="00F76EF9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41A3B6E8" w14:textId="77777777" w:rsidR="00F76EF9" w:rsidRPr="00E82E5F" w:rsidRDefault="00F76EF9" w:rsidP="00F76EF9">
      <w:pPr>
        <w:rPr>
          <w:rFonts w:ascii="Times New Roman" w:hAnsi="Times New Roman"/>
          <w:sz w:val="24"/>
          <w:szCs w:val="24"/>
        </w:rPr>
      </w:pPr>
      <w:r w:rsidRPr="00E82E5F">
        <w:rPr>
          <w:rFonts w:ascii="Times New Roman" w:hAnsi="Times New Roman"/>
          <w:sz w:val="24"/>
          <w:szCs w:val="24"/>
        </w:rPr>
        <w:tab/>
      </w:r>
    </w:p>
    <w:p w14:paraId="5EA04359" w14:textId="77777777" w:rsidR="00F76EF9" w:rsidRDefault="00F76EF9" w:rsidP="005815EA">
      <w:pPr>
        <w:pStyle w:val="BodyText"/>
        <w:rPr>
          <w:rFonts w:eastAsia="Calibri"/>
          <w:b/>
          <w:i/>
          <w:szCs w:val="24"/>
          <w:u w:val="single"/>
          <w:lang w:val="en-US"/>
        </w:rPr>
      </w:pPr>
    </w:p>
    <w:p w14:paraId="596F0191" w14:textId="79F8EAA2" w:rsidR="00A6763D" w:rsidRPr="0035656C" w:rsidRDefault="00CB590F" w:rsidP="00CB590F">
      <w:pPr>
        <w:pStyle w:val="BodyText"/>
        <w:ind w:left="284"/>
        <w:rPr>
          <w:rFonts w:eastAsia="Calibri"/>
          <w:b/>
          <w:i/>
          <w:szCs w:val="24"/>
          <w:u w:val="single"/>
          <w:lang w:val="en-US"/>
        </w:rPr>
      </w:pPr>
      <w:r>
        <w:rPr>
          <w:rFonts w:eastAsia="Calibri"/>
          <w:b/>
          <w:i/>
          <w:szCs w:val="24"/>
          <w:u w:val="single"/>
          <w:lang w:val="en-US"/>
        </w:rPr>
        <w:t>2.11.</w:t>
      </w:r>
      <w:r w:rsidR="00A6763D">
        <w:rPr>
          <w:rFonts w:eastAsia="Calibri"/>
          <w:b/>
          <w:i/>
          <w:szCs w:val="24"/>
          <w:u w:val="single"/>
          <w:lang w:val="en-US"/>
        </w:rPr>
        <w:t xml:space="preserve">Quality, safety, security and environment </w:t>
      </w:r>
    </w:p>
    <w:p w14:paraId="129BEB86" w14:textId="2845A097" w:rsidR="00A6763D" w:rsidRPr="003735AA" w:rsidRDefault="00A6763D" w:rsidP="00A6763D">
      <w:pPr>
        <w:pStyle w:val="ListParagraph"/>
        <w:spacing w:line="240" w:lineRule="auto"/>
        <w:contextualSpacing w:val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 you have the experience of provid</w:t>
      </w:r>
      <w:r w:rsidR="00DC186F">
        <w:rPr>
          <w:rFonts w:ascii="Times New Roman" w:hAnsi="Times New Roman"/>
          <w:b/>
          <w:i/>
          <w:sz w:val="24"/>
          <w:szCs w:val="24"/>
        </w:rPr>
        <w:t>ing</w:t>
      </w:r>
      <w:r>
        <w:rPr>
          <w:rFonts w:ascii="Times New Roman" w:hAnsi="Times New Roman"/>
          <w:b/>
          <w:i/>
          <w:sz w:val="24"/>
          <w:szCs w:val="24"/>
        </w:rPr>
        <w:t xml:space="preserve"> transport and logistics services for highly regulated </w:t>
      </w:r>
      <w:r w:rsidR="00DC186F">
        <w:rPr>
          <w:rFonts w:ascii="Times New Roman" w:hAnsi="Times New Roman"/>
          <w:b/>
          <w:i/>
          <w:sz w:val="24"/>
          <w:szCs w:val="24"/>
        </w:rPr>
        <w:t xml:space="preserve">construction </w:t>
      </w:r>
      <w:r>
        <w:rPr>
          <w:rFonts w:ascii="Times New Roman" w:hAnsi="Times New Roman"/>
          <w:b/>
          <w:i/>
          <w:sz w:val="24"/>
          <w:szCs w:val="24"/>
        </w:rPr>
        <w:t>project</w:t>
      </w:r>
      <w:r w:rsidR="00DC186F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sz w:val="24"/>
          <w:szCs w:val="24"/>
        </w:rPr>
        <w:t>, e.g. nuclear p</w:t>
      </w:r>
      <w:r w:rsidR="00DC186F">
        <w:rPr>
          <w:rFonts w:ascii="Times New Roman" w:hAnsi="Times New Roman"/>
          <w:b/>
          <w:i/>
          <w:sz w:val="24"/>
          <w:szCs w:val="24"/>
        </w:rPr>
        <w:t>ower</w:t>
      </w:r>
      <w:r>
        <w:rPr>
          <w:rFonts w:ascii="Times New Roman" w:hAnsi="Times New Roman"/>
          <w:b/>
          <w:i/>
          <w:sz w:val="24"/>
          <w:szCs w:val="24"/>
        </w:rPr>
        <w:t>, oil &amp; gas</w:t>
      </w:r>
      <w:r w:rsidR="00DC186F">
        <w:rPr>
          <w:rFonts w:ascii="Times New Roman" w:hAnsi="Times New Roman"/>
          <w:b/>
          <w:i/>
          <w:sz w:val="24"/>
          <w:szCs w:val="24"/>
        </w:rPr>
        <w:t xml:space="preserve"> that highlights the management of q</w:t>
      </w:r>
      <w:r w:rsidR="00DC186F" w:rsidRPr="00DC186F">
        <w:rPr>
          <w:rFonts w:ascii="Times New Roman" w:hAnsi="Times New Roman"/>
          <w:b/>
          <w:i/>
          <w:sz w:val="24"/>
          <w:szCs w:val="24"/>
        </w:rPr>
        <w:t>uality, safety, security and environment?</w:t>
      </w:r>
    </w:p>
    <w:p w14:paraId="02A730FA" w14:textId="77777777" w:rsidR="00A6763D" w:rsidRPr="003735AA" w:rsidRDefault="00A6763D" w:rsidP="00A6763D">
      <w:pPr>
        <w:ind w:firstLine="720"/>
        <w:rPr>
          <w:rFonts w:ascii="Times New Roman" w:hAnsi="Times New Roman"/>
          <w:b/>
          <w:sz w:val="24"/>
          <w:szCs w:val="24"/>
          <w:lang w:val="en-GB"/>
        </w:rPr>
      </w:pPr>
    </w:p>
    <w:p w14:paraId="630E8A42" w14:textId="77777777" w:rsidR="00A6763D" w:rsidRPr="006F10FE" w:rsidRDefault="00A6763D" w:rsidP="00A6763D">
      <w:pPr>
        <w:ind w:firstLine="720"/>
        <w:rPr>
          <w:rFonts w:ascii="Times New Roman" w:hAnsi="Times New Roman"/>
          <w:b/>
          <w:sz w:val="24"/>
          <w:szCs w:val="24"/>
        </w:rPr>
      </w:pPr>
      <w:r w:rsidRPr="006F10FE">
        <w:rPr>
          <w:rFonts w:ascii="Times New Roman" w:hAnsi="Times New Roman"/>
          <w:b/>
          <w:sz w:val="24"/>
          <w:szCs w:val="24"/>
        </w:rPr>
        <w:t>YES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002D0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02D0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002D01">
        <w:rPr>
          <w:rFonts w:ascii="Times New Roman" w:hAnsi="Times New Roman"/>
        </w:rPr>
        <w:fldChar w:fldCharType="end"/>
      </w:r>
      <w:r>
        <w:rPr>
          <w:rFonts w:ascii="Times New Roman" w:hAnsi="Times New Roman"/>
          <w:b/>
          <w:sz w:val="24"/>
          <w:szCs w:val="24"/>
        </w:rPr>
        <w:tab/>
        <w:t xml:space="preserve">NO     </w:t>
      </w:r>
      <w:r w:rsidRPr="001A6A41">
        <w:rPr>
          <w:rFonts w:ascii="Times New Roman" w:hAnsi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6A41">
        <w:rPr>
          <w:rFonts w:ascii="Times New Roman" w:hAnsi="Times New Roman"/>
        </w:rPr>
        <w:instrText xml:space="preserve"> FORMCHECKBOX </w:instrText>
      </w:r>
      <w:r w:rsidR="00FA228F">
        <w:rPr>
          <w:rFonts w:ascii="Times New Roman" w:hAnsi="Times New Roman"/>
        </w:rPr>
      </w:r>
      <w:r w:rsidR="00FA228F">
        <w:rPr>
          <w:rFonts w:ascii="Times New Roman" w:hAnsi="Times New Roman"/>
        </w:rPr>
        <w:fldChar w:fldCharType="separate"/>
      </w:r>
      <w:r w:rsidRPr="001A6A41">
        <w:rPr>
          <w:rFonts w:ascii="Times New Roman" w:hAnsi="Times New Roman"/>
        </w:rPr>
        <w:fldChar w:fldCharType="end"/>
      </w:r>
    </w:p>
    <w:p w14:paraId="3FDB02F6" w14:textId="77777777" w:rsidR="00A6763D" w:rsidRDefault="00A6763D" w:rsidP="00A6763D">
      <w:pPr>
        <w:rPr>
          <w:rFonts w:ascii="Times New Roman" w:hAnsi="Times New Roman"/>
          <w:b/>
          <w:sz w:val="24"/>
          <w:szCs w:val="24"/>
        </w:rPr>
      </w:pPr>
    </w:p>
    <w:p w14:paraId="2BC311EC" w14:textId="15F91EE2" w:rsidR="00E82E5F" w:rsidRDefault="00A6763D" w:rsidP="00A676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</w:t>
      </w:r>
      <w:r w:rsidRPr="00D50CC5">
        <w:rPr>
          <w:rFonts w:ascii="Times New Roman" w:hAnsi="Times New Roman"/>
          <w:sz w:val="24"/>
          <w:szCs w:val="24"/>
        </w:rPr>
        <w:t xml:space="preserve"> provide overview</w:t>
      </w:r>
      <w:r>
        <w:rPr>
          <w:rFonts w:ascii="Times New Roman" w:hAnsi="Times New Roman"/>
          <w:sz w:val="24"/>
          <w:szCs w:val="24"/>
        </w:rPr>
        <w:t xml:space="preserve"> and/or any complementary information</w:t>
      </w:r>
      <w:r w:rsidRPr="002119CC">
        <w:rPr>
          <w:rFonts w:ascii="Times New Roman" w:hAnsi="Times New Roman"/>
          <w:sz w:val="24"/>
          <w:szCs w:val="24"/>
        </w:rPr>
        <w:t>:</w:t>
      </w:r>
    </w:p>
    <w:p w14:paraId="6AB828A1" w14:textId="77777777" w:rsidR="00E82E5F" w:rsidRPr="00185380" w:rsidRDefault="00E82E5F" w:rsidP="00E82E5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35FBAA0A" w14:textId="77777777" w:rsidR="00E82E5F" w:rsidRPr="00185380" w:rsidRDefault="00E82E5F" w:rsidP="00E82E5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12B71DA6" w14:textId="77777777" w:rsidR="00E82E5F" w:rsidRDefault="00E82E5F" w:rsidP="00E82E5F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6F0C83B8" w14:textId="77777777" w:rsidR="00E82E5F" w:rsidRPr="00E82E5F" w:rsidRDefault="00E82E5F" w:rsidP="00E82E5F">
      <w:pPr>
        <w:rPr>
          <w:rFonts w:ascii="Times New Roman" w:hAnsi="Times New Roman"/>
          <w:sz w:val="24"/>
          <w:szCs w:val="24"/>
        </w:rPr>
      </w:pPr>
      <w:r w:rsidRPr="00E82E5F">
        <w:rPr>
          <w:rFonts w:ascii="Times New Roman" w:hAnsi="Times New Roman"/>
          <w:sz w:val="24"/>
          <w:szCs w:val="24"/>
        </w:rPr>
        <w:tab/>
      </w:r>
    </w:p>
    <w:p w14:paraId="7BCB3EF5" w14:textId="3CFC7E00" w:rsidR="00E82E5F" w:rsidRDefault="00E82E5F" w:rsidP="00A6763D">
      <w:pPr>
        <w:rPr>
          <w:rFonts w:ascii="Times New Roman" w:hAnsi="Times New Roman"/>
          <w:sz w:val="24"/>
          <w:szCs w:val="24"/>
        </w:rPr>
      </w:pPr>
    </w:p>
    <w:p w14:paraId="3D7A90DB" w14:textId="2213E6A5" w:rsidR="005815EA" w:rsidRDefault="005815EA" w:rsidP="00A6763D">
      <w:pPr>
        <w:rPr>
          <w:rFonts w:ascii="Times New Roman" w:hAnsi="Times New Roman"/>
          <w:sz w:val="24"/>
          <w:szCs w:val="24"/>
        </w:rPr>
      </w:pPr>
    </w:p>
    <w:p w14:paraId="70840D8C" w14:textId="1508AA40" w:rsidR="005815EA" w:rsidRDefault="005815EA" w:rsidP="00A6763D">
      <w:pPr>
        <w:rPr>
          <w:rFonts w:ascii="Times New Roman" w:hAnsi="Times New Roman"/>
          <w:sz w:val="24"/>
          <w:szCs w:val="24"/>
        </w:rPr>
      </w:pPr>
    </w:p>
    <w:p w14:paraId="08780C6E" w14:textId="00818DC3" w:rsidR="005815EA" w:rsidRDefault="005815EA" w:rsidP="00A6763D">
      <w:pPr>
        <w:rPr>
          <w:rFonts w:ascii="Times New Roman" w:hAnsi="Times New Roman"/>
          <w:sz w:val="24"/>
          <w:szCs w:val="24"/>
        </w:rPr>
      </w:pPr>
    </w:p>
    <w:p w14:paraId="0528355B" w14:textId="72938A6C" w:rsidR="005815EA" w:rsidRDefault="005815EA" w:rsidP="00A6763D">
      <w:pPr>
        <w:rPr>
          <w:rFonts w:ascii="Times New Roman" w:hAnsi="Times New Roman"/>
          <w:sz w:val="24"/>
          <w:szCs w:val="24"/>
        </w:rPr>
      </w:pPr>
    </w:p>
    <w:p w14:paraId="21323693" w14:textId="77777777" w:rsidR="005815EA" w:rsidRPr="002119CC" w:rsidRDefault="005815EA" w:rsidP="00A6763D">
      <w:pPr>
        <w:rPr>
          <w:rFonts w:ascii="Times New Roman" w:hAnsi="Times New Roman"/>
          <w:sz w:val="24"/>
          <w:szCs w:val="24"/>
        </w:rPr>
      </w:pPr>
    </w:p>
    <w:p w14:paraId="3BFEB2B5" w14:textId="153CD0CA" w:rsidR="003735AA" w:rsidRDefault="003735AA" w:rsidP="003735AA">
      <w:pPr>
        <w:pStyle w:val="BodyText"/>
        <w:rPr>
          <w:rFonts w:eastAsia="Calibri"/>
          <w:b/>
          <w:i/>
          <w:szCs w:val="24"/>
          <w:lang w:val="en-US"/>
        </w:rPr>
      </w:pPr>
      <w:r>
        <w:rPr>
          <w:rFonts w:eastAsia="Calibri"/>
          <w:b/>
          <w:i/>
          <w:szCs w:val="24"/>
          <w:lang w:val="en-US"/>
        </w:rPr>
        <w:lastRenderedPageBreak/>
        <w:t>***</w:t>
      </w:r>
    </w:p>
    <w:p w14:paraId="074B5169" w14:textId="7F46036F" w:rsidR="003735AA" w:rsidRPr="003735AA" w:rsidRDefault="003735AA" w:rsidP="003735AA">
      <w:pPr>
        <w:pStyle w:val="BodyText"/>
        <w:rPr>
          <w:rFonts w:eastAsia="Calibri"/>
          <w:b/>
          <w:i/>
          <w:szCs w:val="24"/>
          <w:lang w:val="en-US"/>
        </w:rPr>
      </w:pPr>
      <w:r w:rsidRPr="003735AA">
        <w:rPr>
          <w:rFonts w:eastAsia="Calibri"/>
          <w:b/>
          <w:i/>
          <w:szCs w:val="24"/>
        </w:rPr>
        <w:t>Please indicate any other information that may be relevant for this Market Survey.</w:t>
      </w:r>
    </w:p>
    <w:p w14:paraId="6F7EEDB4" w14:textId="77777777" w:rsidR="003735AA" w:rsidRPr="00185380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7371F3F2" w14:textId="77777777" w:rsidR="003735AA" w:rsidRPr="00185380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592F6A3" w14:textId="34F45C90" w:rsidR="003735AA" w:rsidRPr="003735AA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  <w:r w:rsidRPr="003735AA">
        <w:rPr>
          <w:rFonts w:eastAsia="Calibri"/>
          <w:szCs w:val="24"/>
          <w:lang w:val="en-US"/>
        </w:rPr>
        <w:tab/>
      </w:r>
    </w:p>
    <w:p w14:paraId="120C9DDD" w14:textId="77777777" w:rsidR="003735AA" w:rsidRPr="00185380" w:rsidRDefault="003735AA" w:rsidP="003735AA">
      <w:pPr>
        <w:pStyle w:val="BodyText0"/>
        <w:rPr>
          <w:rFonts w:eastAsia="Calibri"/>
          <w:szCs w:val="24"/>
          <w:lang w:val="en-US"/>
        </w:rPr>
      </w:pPr>
      <w:r w:rsidRPr="00185380">
        <w:rPr>
          <w:rFonts w:eastAsia="Calibri"/>
          <w:szCs w:val="24"/>
          <w:lang w:val="en-US"/>
        </w:rPr>
        <w:tab/>
      </w:r>
    </w:p>
    <w:p w14:paraId="2DE60AEF" w14:textId="77777777" w:rsidR="003735AA" w:rsidRPr="003735AA" w:rsidRDefault="003735AA" w:rsidP="000904CC">
      <w:pPr>
        <w:pStyle w:val="BodyText"/>
        <w:ind w:left="720"/>
        <w:rPr>
          <w:rFonts w:eastAsia="Calibri"/>
          <w:b/>
          <w:i/>
          <w:szCs w:val="24"/>
          <w:lang w:val="en-US"/>
        </w:rPr>
      </w:pPr>
    </w:p>
    <w:p w14:paraId="6DC60420" w14:textId="17A2BC4E"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p w14:paraId="60993436" w14:textId="77777777" w:rsidR="00BE595D" w:rsidRDefault="00BE595D" w:rsidP="00185380">
      <w:pPr>
        <w:rPr>
          <w:rFonts w:ascii="Times New Roman" w:hAnsi="Times New Roman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79"/>
        <w:tblW w:w="8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6"/>
        <w:gridCol w:w="3073"/>
      </w:tblGrid>
      <w:tr w:rsidR="00886076" w:rsidRPr="00185380" w14:paraId="12D60DB5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4EDBB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50D11146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Signature:</w:t>
            </w:r>
          </w:p>
        </w:tc>
        <w:tc>
          <w:tcPr>
            <w:tcW w:w="307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F908B75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431052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>COMPANY STAMP</w:t>
            </w:r>
          </w:p>
        </w:tc>
      </w:tr>
      <w:tr w:rsidR="00886076" w:rsidRPr="00185380" w14:paraId="754AC08C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88C28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6685A53C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Name: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20CC4F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14:paraId="78F70A1A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9B07F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0784D8DF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Position: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80A999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14:paraId="5CBDB7DE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B7823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24CB7BF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Tel: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31FCD8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076" w:rsidRPr="00185380" w14:paraId="7E5494CF" w14:textId="77777777" w:rsidTr="00886076">
        <w:trPr>
          <w:cantSplit/>
          <w:trHeight w:val="567"/>
        </w:trPr>
        <w:tc>
          <w:tcPr>
            <w:tcW w:w="4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B1D6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10A580D" w14:textId="77777777" w:rsidR="00886076" w:rsidRPr="00185380" w:rsidRDefault="00886076" w:rsidP="00886076">
            <w:pPr>
              <w:keepNext/>
              <w:tabs>
                <w:tab w:val="right" w:leader="dot" w:pos="4536"/>
              </w:tabs>
              <w:rPr>
                <w:rFonts w:ascii="Times New Roman" w:hAnsi="Times New Roman"/>
                <w:sz w:val="24"/>
                <w:szCs w:val="24"/>
              </w:rPr>
            </w:pPr>
            <w:r w:rsidRPr="00185380">
              <w:rPr>
                <w:rFonts w:ascii="Times New Roman" w:hAnsi="Times New Roman"/>
                <w:sz w:val="24"/>
                <w:szCs w:val="24"/>
              </w:rPr>
              <w:t xml:space="preserve">Date: </w:t>
            </w:r>
            <w:r w:rsidRPr="0018538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07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E0C78F" w14:textId="77777777" w:rsidR="00886076" w:rsidRPr="00185380" w:rsidRDefault="00886076" w:rsidP="00886076">
            <w:pPr>
              <w:keepNext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DDBD91" w14:textId="77777777" w:rsidR="00886076" w:rsidRDefault="00886076" w:rsidP="00185380">
      <w:pPr>
        <w:rPr>
          <w:rFonts w:ascii="Times New Roman" w:hAnsi="Times New Roman"/>
          <w:sz w:val="24"/>
          <w:szCs w:val="24"/>
          <w:lang w:val="en-GB"/>
        </w:rPr>
      </w:pPr>
    </w:p>
    <w:p w14:paraId="0EBE1A9A" w14:textId="77777777" w:rsidR="00185380" w:rsidRPr="00185380" w:rsidRDefault="00185380" w:rsidP="00185380">
      <w:pPr>
        <w:keepNext/>
        <w:rPr>
          <w:rFonts w:ascii="Times New Roman" w:hAnsi="Times New Roman"/>
          <w:sz w:val="24"/>
          <w:szCs w:val="24"/>
        </w:rPr>
      </w:pPr>
    </w:p>
    <w:p w14:paraId="2E0F3EE4" w14:textId="77777777" w:rsidR="00185380" w:rsidRPr="00185380" w:rsidRDefault="00185380" w:rsidP="00185380">
      <w:pPr>
        <w:rPr>
          <w:rFonts w:ascii="Times New Roman" w:hAnsi="Times New Roman"/>
          <w:sz w:val="24"/>
          <w:szCs w:val="24"/>
        </w:rPr>
      </w:pPr>
    </w:p>
    <w:p w14:paraId="19EC8C78" w14:textId="77777777" w:rsidR="00550C60" w:rsidRPr="00185380" w:rsidRDefault="00550C60" w:rsidP="00550C60">
      <w:pPr>
        <w:rPr>
          <w:rFonts w:ascii="Times New Roman" w:hAnsi="Times New Roman"/>
          <w:sz w:val="24"/>
          <w:szCs w:val="24"/>
        </w:rPr>
      </w:pPr>
    </w:p>
    <w:sectPr w:rsidR="00550C60" w:rsidRPr="00185380" w:rsidSect="0018538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2098" w:right="862" w:bottom="907" w:left="1440" w:header="28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75326" w14:textId="77777777" w:rsidR="00B70356" w:rsidRDefault="00B70356" w:rsidP="00F60270">
      <w:pPr>
        <w:spacing w:line="240" w:lineRule="auto"/>
      </w:pPr>
      <w:r>
        <w:separator/>
      </w:r>
    </w:p>
  </w:endnote>
  <w:endnote w:type="continuationSeparator" w:id="0">
    <w:p w14:paraId="47316755" w14:textId="77777777" w:rsidR="00B70356" w:rsidRDefault="00B70356" w:rsidP="00F602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19F25" w14:textId="77777777" w:rsidR="00185380" w:rsidRPr="00185380" w:rsidRDefault="00185380">
    <w:pPr>
      <w:pStyle w:val="Footer"/>
      <w:rPr>
        <w:rFonts w:ascii="Times New Roman" w:hAnsi="Times New Roman"/>
        <w:b/>
        <w:color w:val="FF0000"/>
      </w:rPr>
    </w:pPr>
    <w:r w:rsidRPr="00185380">
      <w:rPr>
        <w:rFonts w:ascii="Times New Roman" w:hAnsi="Times New Roman"/>
        <w:b/>
        <w:color w:val="FF0000"/>
      </w:rPr>
      <w:t>ITER RESTRICTED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B3B23" w14:textId="653100E8" w:rsidR="00550C60" w:rsidRPr="00432F67" w:rsidRDefault="00550C60" w:rsidP="00550C60">
    <w:pPr>
      <w:pStyle w:val="Footer"/>
      <w:pBdr>
        <w:top w:val="single" w:sz="4" w:space="1" w:color="auto"/>
      </w:pBdr>
      <w:tabs>
        <w:tab w:val="left" w:pos="851"/>
      </w:tabs>
      <w:rPr>
        <w:rFonts w:ascii="Times New Roman" w:hAnsi="Times New Roman"/>
        <w:lang w:val="fr-FR"/>
      </w:rPr>
    </w:pPr>
    <w:r w:rsidRPr="00432F67">
      <w:rPr>
        <w:rFonts w:ascii="Times New Roman" w:hAnsi="Times New Roman"/>
        <w:sz w:val="18"/>
        <w:szCs w:val="18"/>
        <w:lang w:val="fr-FR"/>
      </w:rPr>
      <w:t xml:space="preserve">Contact: </w:t>
    </w:r>
    <w:r w:rsidRPr="00432F67">
      <w:rPr>
        <w:rFonts w:ascii="Times New Roman" w:hAnsi="Times New Roman"/>
        <w:sz w:val="18"/>
        <w:szCs w:val="18"/>
        <w:lang w:val="fr-FR"/>
      </w:rPr>
      <w:tab/>
    </w:r>
    <w:r w:rsidR="00BB0577">
      <w:rPr>
        <w:rFonts w:ascii="Times New Roman" w:hAnsi="Times New Roman"/>
        <w:i/>
        <w:sz w:val="18"/>
        <w:szCs w:val="18"/>
        <w:lang w:val="fr-FR"/>
      </w:rPr>
      <w:t>Jessica Pilla</w:t>
    </w:r>
    <w:r w:rsidRPr="00432F67">
      <w:rPr>
        <w:rFonts w:ascii="Times New Roman" w:hAnsi="Times New Roman"/>
        <w:i/>
        <w:sz w:val="18"/>
        <w:szCs w:val="18"/>
        <w:lang w:val="fr-FR"/>
      </w:rPr>
      <w:t xml:space="preserve"> </w:t>
    </w:r>
    <w:r w:rsidR="00BB6A3F">
      <w:rPr>
        <w:rFonts w:ascii="Times New Roman" w:hAnsi="Times New Roman"/>
        <w:sz w:val="18"/>
        <w:szCs w:val="18"/>
        <w:lang w:val="fr-FR"/>
      </w:rPr>
      <w:t xml:space="preserve">– </w:t>
    </w:r>
    <w:proofErr w:type="spellStart"/>
    <w:r w:rsidR="00BB6A3F">
      <w:rPr>
        <w:rFonts w:ascii="Times New Roman" w:hAnsi="Times New Roman"/>
        <w:sz w:val="18"/>
        <w:szCs w:val="18"/>
        <w:lang w:val="fr-FR"/>
      </w:rPr>
      <w:t>Procurement</w:t>
    </w:r>
    <w:proofErr w:type="spellEnd"/>
    <w:r w:rsidR="00BB6A3F">
      <w:rPr>
        <w:rFonts w:ascii="Times New Roman" w:hAnsi="Times New Roman"/>
        <w:sz w:val="18"/>
        <w:szCs w:val="18"/>
        <w:lang w:val="fr-FR"/>
      </w:rPr>
      <w:t xml:space="preserve"> and</w:t>
    </w:r>
    <w:r w:rsidRPr="00432F67">
      <w:rPr>
        <w:rFonts w:ascii="Times New Roman" w:hAnsi="Times New Roman"/>
        <w:sz w:val="18"/>
        <w:szCs w:val="18"/>
        <w:lang w:val="fr-FR"/>
      </w:rPr>
      <w:t xml:space="preserve"> </w:t>
    </w:r>
    <w:r w:rsidRPr="00C025C2">
      <w:rPr>
        <w:rFonts w:ascii="Times New Roman" w:hAnsi="Times New Roman"/>
        <w:sz w:val="18"/>
        <w:szCs w:val="18"/>
      </w:rPr>
      <w:t>Contract</w:t>
    </w:r>
    <w:r w:rsidR="00BB6A3F" w:rsidRPr="00C025C2">
      <w:rPr>
        <w:rFonts w:ascii="Times New Roman" w:hAnsi="Times New Roman"/>
        <w:sz w:val="18"/>
        <w:szCs w:val="18"/>
      </w:rPr>
      <w:t>s</w:t>
    </w:r>
    <w:r w:rsidR="00BB6A3F">
      <w:rPr>
        <w:rFonts w:ascii="Times New Roman" w:hAnsi="Times New Roman"/>
        <w:sz w:val="18"/>
        <w:szCs w:val="18"/>
        <w:lang w:val="fr-FR"/>
      </w:rPr>
      <w:t xml:space="preserve"> Division - Tel. +33 (0)4</w:t>
    </w:r>
    <w:r w:rsidR="00CA7A86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42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17</w:t>
    </w:r>
    <w:r w:rsidR="00CA7A86">
      <w:rPr>
        <w:rFonts w:ascii="Times New Roman" w:hAnsi="Times New Roman"/>
        <w:sz w:val="18"/>
        <w:szCs w:val="18"/>
        <w:lang w:val="fr-FR"/>
      </w:rPr>
      <w:t xml:space="preserve"> </w:t>
    </w:r>
    <w:r w:rsidR="00BB0577">
      <w:rPr>
        <w:rFonts w:ascii="Times New Roman" w:hAnsi="Times New Roman"/>
        <w:sz w:val="18"/>
        <w:szCs w:val="18"/>
        <w:lang w:val="fr-FR"/>
      </w:rPr>
      <w:t>88 51</w:t>
    </w:r>
    <w:r w:rsidR="00CA7A86">
      <w:rPr>
        <w:rFonts w:ascii="Times New Roman" w:hAnsi="Times New Roman"/>
        <w:sz w:val="18"/>
        <w:szCs w:val="18"/>
        <w:lang w:val="fr-FR"/>
      </w:rPr>
      <w:t xml:space="preserve"> </w:t>
    </w:r>
    <w:r w:rsidRPr="00432F67">
      <w:rPr>
        <w:rFonts w:ascii="Times New Roman" w:hAnsi="Times New Roman"/>
        <w:sz w:val="18"/>
        <w:szCs w:val="18"/>
        <w:lang w:val="fr-FR"/>
      </w:rPr>
      <w:t>–</w:t>
    </w:r>
    <w:r w:rsidR="00BB6A3F">
      <w:rPr>
        <w:rFonts w:ascii="Times New Roman" w:hAnsi="Times New Roman"/>
        <w:sz w:val="18"/>
        <w:szCs w:val="18"/>
        <w:lang w:val="fr-FR"/>
      </w:rPr>
      <w:t xml:space="preserve"> </w:t>
    </w:r>
    <w:r w:rsidR="00CA7A86">
      <w:rPr>
        <w:rFonts w:ascii="Times New Roman" w:hAnsi="Times New Roman"/>
        <w:sz w:val="18"/>
        <w:szCs w:val="18"/>
        <w:lang w:val="fr-FR"/>
      </w:rPr>
      <w:t>E</w:t>
    </w:r>
    <w:r w:rsidRPr="00432F67">
      <w:rPr>
        <w:rFonts w:ascii="Times New Roman" w:hAnsi="Times New Roman"/>
        <w:sz w:val="18"/>
        <w:szCs w:val="18"/>
        <w:lang w:val="fr-FR"/>
      </w:rPr>
      <w:t xml:space="preserve">-mail: </w:t>
    </w:r>
    <w:hyperlink r:id="rId1" w:history="1">
      <w:r w:rsidR="00BB0577" w:rsidRPr="00125E29">
        <w:rPr>
          <w:rStyle w:val="Hyperlink"/>
          <w:rFonts w:ascii="Times New Roman" w:hAnsi="Times New Roman"/>
          <w:sz w:val="18"/>
          <w:szCs w:val="18"/>
          <w:lang w:val="fr-FR"/>
        </w:rPr>
        <w:t>jessica.pilla@iter.org</w:t>
      </w:r>
    </w:hyperlink>
  </w:p>
  <w:p w14:paraId="1CA89664" w14:textId="77777777" w:rsidR="00550C60" w:rsidRPr="00BB6A3F" w:rsidRDefault="00550C60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14ADB" w14:textId="77777777" w:rsidR="00B70356" w:rsidRDefault="00B70356" w:rsidP="00F60270">
      <w:pPr>
        <w:spacing w:line="240" w:lineRule="auto"/>
      </w:pPr>
      <w:r>
        <w:separator/>
      </w:r>
    </w:p>
  </w:footnote>
  <w:footnote w:type="continuationSeparator" w:id="0">
    <w:p w14:paraId="73C04F87" w14:textId="77777777" w:rsidR="00B70356" w:rsidRDefault="00B70356" w:rsidP="00F602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6B5C0" w14:textId="77777777" w:rsidR="00F60270" w:rsidRDefault="00132489" w:rsidP="00132489">
    <w:pPr>
      <w:pStyle w:val="Header"/>
      <w:tabs>
        <w:tab w:val="clear" w:pos="9360"/>
        <w:tab w:val="right" w:pos="9498"/>
      </w:tabs>
    </w:pPr>
    <w:r>
      <w:rPr>
        <w:noProof/>
        <w:lang w:val="en-GB" w:eastAsia="en-GB"/>
      </w:rPr>
      <w:tab/>
    </w:r>
    <w:r>
      <w:rPr>
        <w:noProof/>
        <w:lang w:val="en-GB" w:eastAsia="en-GB"/>
      </w:rPr>
      <w:tab/>
    </w:r>
    <w:r w:rsidR="005B31FE">
      <w:rPr>
        <w:noProof/>
        <w:lang w:val="en-GB" w:eastAsia="en-GB"/>
      </w:rPr>
      <w:drawing>
        <wp:inline distT="0" distB="0" distL="0" distR="0" wp14:anchorId="6CB54369" wp14:editId="00E7FEF8">
          <wp:extent cx="1508125" cy="7245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11A14" w14:textId="77777777" w:rsidR="006E476B" w:rsidRPr="00BB6A3F" w:rsidRDefault="005B31FE" w:rsidP="006E476B">
    <w:pPr>
      <w:pStyle w:val="Header"/>
      <w:tabs>
        <w:tab w:val="right" w:pos="8222"/>
      </w:tabs>
      <w:jc w:val="right"/>
      <w:rPr>
        <w:lang w:val="fr-FR"/>
      </w:rPr>
    </w:pPr>
    <w:r>
      <w:rPr>
        <w:noProof/>
        <w:szCs w:val="20"/>
        <w:lang w:val="en-GB" w:eastAsia="en-GB"/>
      </w:rPr>
      <w:drawing>
        <wp:anchor distT="0" distB="0" distL="114300" distR="114300" simplePos="0" relativeHeight="251657728" behindDoc="1" locked="0" layoutInCell="1" allowOverlap="1" wp14:anchorId="5F2D3241" wp14:editId="63EDD05D">
          <wp:simplePos x="0" y="0"/>
          <wp:positionH relativeFrom="page">
            <wp:posOffset>360045</wp:posOffset>
          </wp:positionH>
          <wp:positionV relativeFrom="page">
            <wp:posOffset>4860925</wp:posOffset>
          </wp:positionV>
          <wp:extent cx="368300" cy="1866900"/>
          <wp:effectExtent l="0" t="0" r="0" b="0"/>
          <wp:wrapNone/>
          <wp:docPr id="3" name="Picture 4" descr="MemeberStates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emeberStates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300" cy="186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476B" w:rsidRPr="00BB6A3F">
      <w:rPr>
        <w:noProof/>
        <w:lang w:val="fr-FR" w:eastAsia="en-GB"/>
      </w:rPr>
      <w:t xml:space="preserve"> </w:t>
    </w:r>
    <w:r>
      <w:rPr>
        <w:noProof/>
        <w:lang w:val="en-GB" w:eastAsia="en-GB"/>
      </w:rPr>
      <w:drawing>
        <wp:inline distT="0" distB="0" distL="0" distR="0" wp14:anchorId="355F628B" wp14:editId="27543169">
          <wp:extent cx="1508125" cy="724535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476B" w:rsidRPr="00BB6A3F">
      <w:rPr>
        <w:lang w:val="fr-FR"/>
      </w:rPr>
      <w:t xml:space="preserve">  </w:t>
    </w:r>
  </w:p>
  <w:p w14:paraId="095231B5" w14:textId="77777777" w:rsidR="00F60270" w:rsidRPr="00BB6A3F" w:rsidRDefault="006E476B" w:rsidP="006E476B">
    <w:pPr>
      <w:pStyle w:val="Header"/>
      <w:rPr>
        <w:lang w:val="fr-FR"/>
      </w:rPr>
    </w:pPr>
    <w:r w:rsidRPr="00BB6A3F">
      <w:rPr>
        <w:rFonts w:cs="Arial"/>
        <w:b/>
        <w:color w:val="808080"/>
        <w:sz w:val="15"/>
        <w:szCs w:val="15"/>
        <w:lang w:val="fr-FR" w:eastAsia="en-GB"/>
      </w:rPr>
      <w:tab/>
      <w:t xml:space="preserve">                                                                                                                                    Route de </w:t>
    </w:r>
    <w:proofErr w:type="spellStart"/>
    <w:r w:rsidRPr="00BB6A3F">
      <w:rPr>
        <w:rFonts w:cs="Arial"/>
        <w:b/>
        <w:color w:val="808080"/>
        <w:sz w:val="15"/>
        <w:szCs w:val="15"/>
        <w:lang w:val="fr-FR" w:eastAsia="en-GB"/>
      </w:rPr>
      <w:t>Vinon</w:t>
    </w:r>
    <w:proofErr w:type="spellEnd"/>
    <w:r w:rsidRPr="00BB6A3F">
      <w:rPr>
        <w:rFonts w:cs="Arial"/>
        <w:b/>
        <w:color w:val="808080"/>
        <w:sz w:val="15"/>
        <w:szCs w:val="15"/>
        <w:lang w:val="fr-FR" w:eastAsia="en-GB"/>
      </w:rPr>
      <w:t>-sur-Verdon - CS 90 046 - 13067 St Paul Lez Durance Cedex - France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75A"/>
    <w:multiLevelType w:val="multilevel"/>
    <w:tmpl w:val="5ACE2B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55B25A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B84CF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227E71"/>
    <w:multiLevelType w:val="hybridMultilevel"/>
    <w:tmpl w:val="044E61E6"/>
    <w:lvl w:ilvl="0" w:tplc="2A3CCC06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AA7E08"/>
    <w:multiLevelType w:val="hybridMultilevel"/>
    <w:tmpl w:val="F86868F0"/>
    <w:lvl w:ilvl="0" w:tplc="35E6159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4518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FE916D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24721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007A1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76565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F506E2E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1A5761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2CD46A9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2E54F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55E411F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63B5C1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8254E4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C4C22D1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C6564F7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D6C37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1D869E6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2BA4B60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3122EB"/>
    <w:multiLevelType w:val="multilevel"/>
    <w:tmpl w:val="0D865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single"/>
      </w:rPr>
    </w:lvl>
  </w:abstractNum>
  <w:abstractNum w:abstractNumId="23" w15:restartNumberingAfterBreak="0">
    <w:nsid w:val="350C439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7FA3FE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87D4893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9426028"/>
    <w:multiLevelType w:val="hybridMultilevel"/>
    <w:tmpl w:val="31A27B14"/>
    <w:lvl w:ilvl="0" w:tplc="C5D4F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8090003">
      <w:start w:val="1"/>
      <w:numFmt w:val="bullet"/>
      <w:lvlText w:val="o"/>
      <w:lvlJc w:val="left"/>
      <w:pPr>
        <w:tabs>
          <w:tab w:val="num" w:pos="1070"/>
        </w:tabs>
        <w:ind w:left="1070" w:hanging="360"/>
      </w:pPr>
      <w:rPr>
        <w:rFonts w:ascii="Courier New" w:hAnsi="Courier New" w:cs="Courier New" w:hint="default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B99184A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BFE4D2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C04267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CF969FA"/>
    <w:multiLevelType w:val="hybridMultilevel"/>
    <w:tmpl w:val="B41E7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AC46AD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83C6652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CB751E7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D5E590C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0DA04C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4562F18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535081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5C10F35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8FE3552"/>
    <w:multiLevelType w:val="hybridMultilevel"/>
    <w:tmpl w:val="AD4491A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9E8326B"/>
    <w:multiLevelType w:val="hybridMultilevel"/>
    <w:tmpl w:val="D08E8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4F06D9"/>
    <w:multiLevelType w:val="hybridMultilevel"/>
    <w:tmpl w:val="D2F21B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21384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2811999"/>
    <w:multiLevelType w:val="hybridMultilevel"/>
    <w:tmpl w:val="7AA23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61E0B"/>
    <w:multiLevelType w:val="multilevel"/>
    <w:tmpl w:val="C6C02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3"/>
  </w:num>
  <w:num w:numId="2">
    <w:abstractNumId w:val="26"/>
  </w:num>
  <w:num w:numId="3">
    <w:abstractNumId w:val="40"/>
  </w:num>
  <w:num w:numId="4">
    <w:abstractNumId w:val="0"/>
  </w:num>
  <w:num w:numId="5">
    <w:abstractNumId w:val="22"/>
  </w:num>
  <w:num w:numId="6">
    <w:abstractNumId w:val="20"/>
  </w:num>
  <w:num w:numId="7">
    <w:abstractNumId w:val="34"/>
  </w:num>
  <w:num w:numId="8">
    <w:abstractNumId w:val="8"/>
  </w:num>
  <w:num w:numId="9">
    <w:abstractNumId w:val="31"/>
  </w:num>
  <w:num w:numId="10">
    <w:abstractNumId w:val="5"/>
  </w:num>
  <w:num w:numId="11">
    <w:abstractNumId w:val="12"/>
  </w:num>
  <w:num w:numId="12">
    <w:abstractNumId w:val="4"/>
  </w:num>
  <w:num w:numId="13">
    <w:abstractNumId w:val="9"/>
  </w:num>
  <w:num w:numId="14">
    <w:abstractNumId w:val="10"/>
  </w:num>
  <w:num w:numId="15">
    <w:abstractNumId w:val="15"/>
  </w:num>
  <w:num w:numId="16">
    <w:abstractNumId w:val="24"/>
  </w:num>
  <w:num w:numId="17">
    <w:abstractNumId w:val="6"/>
  </w:num>
  <w:num w:numId="18">
    <w:abstractNumId w:val="25"/>
  </w:num>
  <w:num w:numId="19">
    <w:abstractNumId w:val="14"/>
  </w:num>
  <w:num w:numId="20">
    <w:abstractNumId w:val="3"/>
  </w:num>
  <w:num w:numId="21">
    <w:abstractNumId w:val="13"/>
  </w:num>
  <w:num w:numId="22">
    <w:abstractNumId w:val="1"/>
  </w:num>
  <w:num w:numId="23">
    <w:abstractNumId w:val="16"/>
  </w:num>
  <w:num w:numId="24">
    <w:abstractNumId w:val="36"/>
  </w:num>
  <w:num w:numId="25">
    <w:abstractNumId w:val="21"/>
  </w:num>
  <w:num w:numId="26">
    <w:abstractNumId w:val="32"/>
  </w:num>
  <w:num w:numId="27">
    <w:abstractNumId w:val="42"/>
  </w:num>
  <w:num w:numId="28">
    <w:abstractNumId w:val="44"/>
  </w:num>
  <w:num w:numId="29">
    <w:abstractNumId w:val="37"/>
  </w:num>
  <w:num w:numId="30">
    <w:abstractNumId w:val="2"/>
  </w:num>
  <w:num w:numId="31">
    <w:abstractNumId w:val="38"/>
  </w:num>
  <w:num w:numId="32">
    <w:abstractNumId w:val="11"/>
  </w:num>
  <w:num w:numId="33">
    <w:abstractNumId w:val="27"/>
  </w:num>
  <w:num w:numId="34">
    <w:abstractNumId w:val="28"/>
  </w:num>
  <w:num w:numId="35">
    <w:abstractNumId w:val="23"/>
  </w:num>
  <w:num w:numId="36">
    <w:abstractNumId w:val="39"/>
  </w:num>
  <w:num w:numId="37">
    <w:abstractNumId w:val="7"/>
  </w:num>
  <w:num w:numId="38">
    <w:abstractNumId w:val="19"/>
  </w:num>
  <w:num w:numId="39">
    <w:abstractNumId w:val="35"/>
  </w:num>
  <w:num w:numId="40">
    <w:abstractNumId w:val="30"/>
  </w:num>
  <w:num w:numId="41">
    <w:abstractNumId w:val="33"/>
  </w:num>
  <w:num w:numId="42">
    <w:abstractNumId w:val="29"/>
  </w:num>
  <w:num w:numId="43">
    <w:abstractNumId w:val="18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256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9A9"/>
    <w:rsid w:val="00004D9C"/>
    <w:rsid w:val="00016405"/>
    <w:rsid w:val="00017B25"/>
    <w:rsid w:val="00040BE1"/>
    <w:rsid w:val="000433BC"/>
    <w:rsid w:val="00046048"/>
    <w:rsid w:val="00056FC7"/>
    <w:rsid w:val="0006204B"/>
    <w:rsid w:val="00080B91"/>
    <w:rsid w:val="000849D2"/>
    <w:rsid w:val="000904CC"/>
    <w:rsid w:val="000905E9"/>
    <w:rsid w:val="00095A98"/>
    <w:rsid w:val="000A1D89"/>
    <w:rsid w:val="000A7CCC"/>
    <w:rsid w:val="000B704C"/>
    <w:rsid w:val="000C239C"/>
    <w:rsid w:val="000D256C"/>
    <w:rsid w:val="000E2EA5"/>
    <w:rsid w:val="000F0366"/>
    <w:rsid w:val="000F20B0"/>
    <w:rsid w:val="000F240B"/>
    <w:rsid w:val="001034E3"/>
    <w:rsid w:val="0011728C"/>
    <w:rsid w:val="0012381D"/>
    <w:rsid w:val="0012486E"/>
    <w:rsid w:val="001264F2"/>
    <w:rsid w:val="001319F5"/>
    <w:rsid w:val="00132489"/>
    <w:rsid w:val="00134F41"/>
    <w:rsid w:val="0015497A"/>
    <w:rsid w:val="00185380"/>
    <w:rsid w:val="0019075D"/>
    <w:rsid w:val="00192BFA"/>
    <w:rsid w:val="001A6A41"/>
    <w:rsid w:val="001B008A"/>
    <w:rsid w:val="001B2CB6"/>
    <w:rsid w:val="001B7091"/>
    <w:rsid w:val="001C1A39"/>
    <w:rsid w:val="001E41C7"/>
    <w:rsid w:val="001F3FB6"/>
    <w:rsid w:val="001F60F7"/>
    <w:rsid w:val="00200700"/>
    <w:rsid w:val="00205D78"/>
    <w:rsid w:val="002119CC"/>
    <w:rsid w:val="00217F7F"/>
    <w:rsid w:val="002247F5"/>
    <w:rsid w:val="00230D9B"/>
    <w:rsid w:val="00251D3B"/>
    <w:rsid w:val="00264E4E"/>
    <w:rsid w:val="00264FE8"/>
    <w:rsid w:val="00285B8C"/>
    <w:rsid w:val="00291365"/>
    <w:rsid w:val="00294A6E"/>
    <w:rsid w:val="002A72B0"/>
    <w:rsid w:val="002C3F35"/>
    <w:rsid w:val="002D1588"/>
    <w:rsid w:val="002D36DD"/>
    <w:rsid w:val="002E6247"/>
    <w:rsid w:val="002F057B"/>
    <w:rsid w:val="002F78D3"/>
    <w:rsid w:val="003303E6"/>
    <w:rsid w:val="003342AC"/>
    <w:rsid w:val="003403A6"/>
    <w:rsid w:val="003414E2"/>
    <w:rsid w:val="00343A71"/>
    <w:rsid w:val="00346B0D"/>
    <w:rsid w:val="0035656C"/>
    <w:rsid w:val="003640FA"/>
    <w:rsid w:val="003735AA"/>
    <w:rsid w:val="00380F46"/>
    <w:rsid w:val="003921C2"/>
    <w:rsid w:val="003C5257"/>
    <w:rsid w:val="003D289D"/>
    <w:rsid w:val="003D59A3"/>
    <w:rsid w:val="003E75E9"/>
    <w:rsid w:val="003F1FF9"/>
    <w:rsid w:val="003F586A"/>
    <w:rsid w:val="003F6C74"/>
    <w:rsid w:val="00402895"/>
    <w:rsid w:val="00405C8F"/>
    <w:rsid w:val="004103E3"/>
    <w:rsid w:val="00426BBA"/>
    <w:rsid w:val="004339BE"/>
    <w:rsid w:val="00433E2F"/>
    <w:rsid w:val="00435C90"/>
    <w:rsid w:val="0044253A"/>
    <w:rsid w:val="00443511"/>
    <w:rsid w:val="00443DB0"/>
    <w:rsid w:val="00453FC4"/>
    <w:rsid w:val="00454336"/>
    <w:rsid w:val="00456079"/>
    <w:rsid w:val="00474C83"/>
    <w:rsid w:val="00475319"/>
    <w:rsid w:val="0047793F"/>
    <w:rsid w:val="00481015"/>
    <w:rsid w:val="004C71E1"/>
    <w:rsid w:val="004D5587"/>
    <w:rsid w:val="004D7050"/>
    <w:rsid w:val="004E0823"/>
    <w:rsid w:val="004E3657"/>
    <w:rsid w:val="00503EFA"/>
    <w:rsid w:val="005079E9"/>
    <w:rsid w:val="00510583"/>
    <w:rsid w:val="00511261"/>
    <w:rsid w:val="005203CC"/>
    <w:rsid w:val="00522DB8"/>
    <w:rsid w:val="00523906"/>
    <w:rsid w:val="005344FE"/>
    <w:rsid w:val="00537204"/>
    <w:rsid w:val="00543F71"/>
    <w:rsid w:val="00546FD1"/>
    <w:rsid w:val="00550C60"/>
    <w:rsid w:val="00564A87"/>
    <w:rsid w:val="00572056"/>
    <w:rsid w:val="0057769F"/>
    <w:rsid w:val="005815EA"/>
    <w:rsid w:val="0058223C"/>
    <w:rsid w:val="005944EA"/>
    <w:rsid w:val="0059490D"/>
    <w:rsid w:val="005A4779"/>
    <w:rsid w:val="005A4B46"/>
    <w:rsid w:val="005A6B9D"/>
    <w:rsid w:val="005B31FE"/>
    <w:rsid w:val="005C21AD"/>
    <w:rsid w:val="005D6FAE"/>
    <w:rsid w:val="005E075E"/>
    <w:rsid w:val="005E7E76"/>
    <w:rsid w:val="006018D4"/>
    <w:rsid w:val="00603DD9"/>
    <w:rsid w:val="0061582D"/>
    <w:rsid w:val="006241C1"/>
    <w:rsid w:val="00630FE9"/>
    <w:rsid w:val="00655E05"/>
    <w:rsid w:val="006649A9"/>
    <w:rsid w:val="00674CC6"/>
    <w:rsid w:val="006758C9"/>
    <w:rsid w:val="00676638"/>
    <w:rsid w:val="00677778"/>
    <w:rsid w:val="0068743F"/>
    <w:rsid w:val="00695F36"/>
    <w:rsid w:val="006A02F9"/>
    <w:rsid w:val="006A1242"/>
    <w:rsid w:val="006C379C"/>
    <w:rsid w:val="006E324D"/>
    <w:rsid w:val="006E476B"/>
    <w:rsid w:val="006E5265"/>
    <w:rsid w:val="006E6AB9"/>
    <w:rsid w:val="006E7844"/>
    <w:rsid w:val="006F10FE"/>
    <w:rsid w:val="006F6222"/>
    <w:rsid w:val="00700640"/>
    <w:rsid w:val="007109F1"/>
    <w:rsid w:val="00711D5C"/>
    <w:rsid w:val="00720683"/>
    <w:rsid w:val="00721BC1"/>
    <w:rsid w:val="00736D27"/>
    <w:rsid w:val="00750CEE"/>
    <w:rsid w:val="007512FF"/>
    <w:rsid w:val="007572DC"/>
    <w:rsid w:val="007672DA"/>
    <w:rsid w:val="00775520"/>
    <w:rsid w:val="0078320A"/>
    <w:rsid w:val="007834F7"/>
    <w:rsid w:val="007932FA"/>
    <w:rsid w:val="00795C68"/>
    <w:rsid w:val="0079650F"/>
    <w:rsid w:val="007B3DA8"/>
    <w:rsid w:val="00801EAE"/>
    <w:rsid w:val="008031CA"/>
    <w:rsid w:val="00816F95"/>
    <w:rsid w:val="00822A84"/>
    <w:rsid w:val="00823026"/>
    <w:rsid w:val="00826DBE"/>
    <w:rsid w:val="00830FAB"/>
    <w:rsid w:val="008323DE"/>
    <w:rsid w:val="00841F20"/>
    <w:rsid w:val="00846277"/>
    <w:rsid w:val="00846922"/>
    <w:rsid w:val="00846A44"/>
    <w:rsid w:val="008474A6"/>
    <w:rsid w:val="00853649"/>
    <w:rsid w:val="008558B7"/>
    <w:rsid w:val="00857CF6"/>
    <w:rsid w:val="0086346F"/>
    <w:rsid w:val="0087727F"/>
    <w:rsid w:val="00886076"/>
    <w:rsid w:val="0088747E"/>
    <w:rsid w:val="008977A8"/>
    <w:rsid w:val="008B105B"/>
    <w:rsid w:val="008B2881"/>
    <w:rsid w:val="008C5699"/>
    <w:rsid w:val="008C78E8"/>
    <w:rsid w:val="008F1B27"/>
    <w:rsid w:val="008F3140"/>
    <w:rsid w:val="008F3DAC"/>
    <w:rsid w:val="008F6D4C"/>
    <w:rsid w:val="009048A4"/>
    <w:rsid w:val="009104A6"/>
    <w:rsid w:val="00910F4D"/>
    <w:rsid w:val="009113A9"/>
    <w:rsid w:val="00913021"/>
    <w:rsid w:val="00914CF2"/>
    <w:rsid w:val="009154A2"/>
    <w:rsid w:val="00916B20"/>
    <w:rsid w:val="00923F5E"/>
    <w:rsid w:val="00936177"/>
    <w:rsid w:val="009400A9"/>
    <w:rsid w:val="00941C30"/>
    <w:rsid w:val="00942198"/>
    <w:rsid w:val="00946066"/>
    <w:rsid w:val="00983B0F"/>
    <w:rsid w:val="00984374"/>
    <w:rsid w:val="009846C8"/>
    <w:rsid w:val="00984D78"/>
    <w:rsid w:val="009918CE"/>
    <w:rsid w:val="00992020"/>
    <w:rsid w:val="00993FAF"/>
    <w:rsid w:val="009942F1"/>
    <w:rsid w:val="009A4E19"/>
    <w:rsid w:val="009A7EF0"/>
    <w:rsid w:val="009D5C5F"/>
    <w:rsid w:val="009F556F"/>
    <w:rsid w:val="00A12D6E"/>
    <w:rsid w:val="00A43C2D"/>
    <w:rsid w:val="00A43DAF"/>
    <w:rsid w:val="00A525AF"/>
    <w:rsid w:val="00A63D03"/>
    <w:rsid w:val="00A6763D"/>
    <w:rsid w:val="00A76A33"/>
    <w:rsid w:val="00A805BE"/>
    <w:rsid w:val="00A84B98"/>
    <w:rsid w:val="00A95933"/>
    <w:rsid w:val="00A967EF"/>
    <w:rsid w:val="00A97FAA"/>
    <w:rsid w:val="00AA7869"/>
    <w:rsid w:val="00AB1C95"/>
    <w:rsid w:val="00AC0499"/>
    <w:rsid w:val="00AC2584"/>
    <w:rsid w:val="00AC4AAC"/>
    <w:rsid w:val="00AD2ADD"/>
    <w:rsid w:val="00AD48C2"/>
    <w:rsid w:val="00AE7C58"/>
    <w:rsid w:val="00AF687D"/>
    <w:rsid w:val="00AF7CD2"/>
    <w:rsid w:val="00B16013"/>
    <w:rsid w:val="00B20A4D"/>
    <w:rsid w:val="00B36A1A"/>
    <w:rsid w:val="00B4276A"/>
    <w:rsid w:val="00B439E5"/>
    <w:rsid w:val="00B65EB8"/>
    <w:rsid w:val="00B70356"/>
    <w:rsid w:val="00B72F74"/>
    <w:rsid w:val="00B7583C"/>
    <w:rsid w:val="00B84ACB"/>
    <w:rsid w:val="00B93638"/>
    <w:rsid w:val="00BA4BA6"/>
    <w:rsid w:val="00BB0577"/>
    <w:rsid w:val="00BB2A14"/>
    <w:rsid w:val="00BB6A3F"/>
    <w:rsid w:val="00BC6ECC"/>
    <w:rsid w:val="00BE595D"/>
    <w:rsid w:val="00C00E03"/>
    <w:rsid w:val="00C025C2"/>
    <w:rsid w:val="00C06BEC"/>
    <w:rsid w:val="00C23E73"/>
    <w:rsid w:val="00C340DB"/>
    <w:rsid w:val="00C35DF4"/>
    <w:rsid w:val="00C377A5"/>
    <w:rsid w:val="00C43B9D"/>
    <w:rsid w:val="00C47148"/>
    <w:rsid w:val="00C561F1"/>
    <w:rsid w:val="00C573F8"/>
    <w:rsid w:val="00C65F5D"/>
    <w:rsid w:val="00C66B87"/>
    <w:rsid w:val="00C852FB"/>
    <w:rsid w:val="00C861D5"/>
    <w:rsid w:val="00C934F8"/>
    <w:rsid w:val="00CA35EA"/>
    <w:rsid w:val="00CA7A86"/>
    <w:rsid w:val="00CB03D4"/>
    <w:rsid w:val="00CB13E4"/>
    <w:rsid w:val="00CB590F"/>
    <w:rsid w:val="00CB7E15"/>
    <w:rsid w:val="00CC5BAF"/>
    <w:rsid w:val="00CD464C"/>
    <w:rsid w:val="00CE5F02"/>
    <w:rsid w:val="00CE7F59"/>
    <w:rsid w:val="00CF3BD3"/>
    <w:rsid w:val="00D0018B"/>
    <w:rsid w:val="00D21DDB"/>
    <w:rsid w:val="00D24E14"/>
    <w:rsid w:val="00D50CC5"/>
    <w:rsid w:val="00D55148"/>
    <w:rsid w:val="00D571F2"/>
    <w:rsid w:val="00D65547"/>
    <w:rsid w:val="00D745E3"/>
    <w:rsid w:val="00D82E7F"/>
    <w:rsid w:val="00DA13C6"/>
    <w:rsid w:val="00DA1C40"/>
    <w:rsid w:val="00DA619D"/>
    <w:rsid w:val="00DB2ED6"/>
    <w:rsid w:val="00DB5F42"/>
    <w:rsid w:val="00DC186F"/>
    <w:rsid w:val="00DD28BF"/>
    <w:rsid w:val="00DD31D2"/>
    <w:rsid w:val="00DD3D64"/>
    <w:rsid w:val="00DD4323"/>
    <w:rsid w:val="00DD5955"/>
    <w:rsid w:val="00DD5C6A"/>
    <w:rsid w:val="00DE3947"/>
    <w:rsid w:val="00DE539D"/>
    <w:rsid w:val="00DE7E98"/>
    <w:rsid w:val="00DF3045"/>
    <w:rsid w:val="00DF40DD"/>
    <w:rsid w:val="00DF645F"/>
    <w:rsid w:val="00E01C26"/>
    <w:rsid w:val="00E0465E"/>
    <w:rsid w:val="00E10E25"/>
    <w:rsid w:val="00E216B1"/>
    <w:rsid w:val="00E3064A"/>
    <w:rsid w:val="00E33C71"/>
    <w:rsid w:val="00E50E53"/>
    <w:rsid w:val="00E51E03"/>
    <w:rsid w:val="00E526CC"/>
    <w:rsid w:val="00E52701"/>
    <w:rsid w:val="00E651D9"/>
    <w:rsid w:val="00E659CF"/>
    <w:rsid w:val="00E65AD8"/>
    <w:rsid w:val="00E80413"/>
    <w:rsid w:val="00E82E5F"/>
    <w:rsid w:val="00E91D83"/>
    <w:rsid w:val="00E93357"/>
    <w:rsid w:val="00E942CC"/>
    <w:rsid w:val="00E945B9"/>
    <w:rsid w:val="00EB2EFA"/>
    <w:rsid w:val="00EB367C"/>
    <w:rsid w:val="00EB46C9"/>
    <w:rsid w:val="00EB48B3"/>
    <w:rsid w:val="00EB78BD"/>
    <w:rsid w:val="00EC525E"/>
    <w:rsid w:val="00EC570A"/>
    <w:rsid w:val="00ED6E96"/>
    <w:rsid w:val="00EF131F"/>
    <w:rsid w:val="00F0608B"/>
    <w:rsid w:val="00F171F9"/>
    <w:rsid w:val="00F26262"/>
    <w:rsid w:val="00F27069"/>
    <w:rsid w:val="00F335AE"/>
    <w:rsid w:val="00F35230"/>
    <w:rsid w:val="00F40027"/>
    <w:rsid w:val="00F436F4"/>
    <w:rsid w:val="00F60270"/>
    <w:rsid w:val="00F60890"/>
    <w:rsid w:val="00F61F6A"/>
    <w:rsid w:val="00F7450F"/>
    <w:rsid w:val="00F7690F"/>
    <w:rsid w:val="00F76EF9"/>
    <w:rsid w:val="00F772A4"/>
    <w:rsid w:val="00F77B25"/>
    <w:rsid w:val="00F83BA9"/>
    <w:rsid w:val="00F858EB"/>
    <w:rsid w:val="00FA228F"/>
    <w:rsid w:val="00FA340B"/>
    <w:rsid w:val="00FA5EEC"/>
    <w:rsid w:val="00FE7B31"/>
    <w:rsid w:val="00FF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66843DB"/>
  <w15:docId w15:val="{4D88A7A1-97C4-4A98-805E-6922E90E3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EF9"/>
    <w:pPr>
      <w:spacing w:line="280" w:lineRule="exact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476B"/>
    <w:pPr>
      <w:keepNext/>
      <w:spacing w:line="227" w:lineRule="exact"/>
      <w:outlineLvl w:val="0"/>
    </w:pPr>
    <w:rPr>
      <w:rFonts w:ascii="Arial" w:eastAsia="Times New Roman" w:hAnsi="Arial"/>
      <w:b/>
      <w:color w:val="FF0000"/>
      <w:sz w:val="18"/>
      <w:szCs w:val="20"/>
      <w:lang w:val="fr-FR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3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00D7C"/>
  </w:style>
  <w:style w:type="paragraph" w:styleId="Footer">
    <w:name w:val="footer"/>
    <w:basedOn w:val="Normal"/>
    <w:link w:val="FooterChar"/>
    <w:uiPriority w:val="99"/>
    <w:unhideWhenUsed/>
    <w:rsid w:val="00E00D7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D7C"/>
  </w:style>
  <w:style w:type="paragraph" w:styleId="BalloonText">
    <w:name w:val="Balloon Text"/>
    <w:basedOn w:val="Normal"/>
    <w:link w:val="BalloonTextChar"/>
    <w:uiPriority w:val="99"/>
    <w:semiHidden/>
    <w:unhideWhenUsed/>
    <w:rsid w:val="00E00D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D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26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9"/>
    <w:rsid w:val="006E476B"/>
    <w:rPr>
      <w:rFonts w:ascii="Arial" w:eastAsia="Times New Roman" w:hAnsi="Arial"/>
      <w:b/>
      <w:color w:val="FF0000"/>
      <w:sz w:val="18"/>
      <w:lang w:val="fr-FR" w:eastAsia="fr-FR"/>
    </w:rPr>
  </w:style>
  <w:style w:type="paragraph" w:styleId="ListParagraph">
    <w:name w:val="List Paragraph"/>
    <w:basedOn w:val="Normal"/>
    <w:uiPriority w:val="34"/>
    <w:qFormat/>
    <w:rsid w:val="005B31FE"/>
    <w:pPr>
      <w:ind w:left="720"/>
      <w:contextualSpacing/>
    </w:pPr>
  </w:style>
  <w:style w:type="paragraph" w:styleId="EnvelopeReturn">
    <w:name w:val="envelope return"/>
    <w:basedOn w:val="Normal"/>
    <w:rsid w:val="005B31FE"/>
    <w:pPr>
      <w:spacing w:line="240" w:lineRule="auto"/>
      <w:jc w:val="both"/>
    </w:pPr>
    <w:rPr>
      <w:rFonts w:ascii="Times New Roman" w:eastAsia="Times New Roman" w:hAnsi="Times New Roman"/>
      <w:sz w:val="20"/>
      <w:szCs w:val="20"/>
      <w:lang w:val="fr-FR"/>
    </w:rPr>
  </w:style>
  <w:style w:type="character" w:styleId="Hyperlink">
    <w:name w:val="Hyperlink"/>
    <w:basedOn w:val="DefaultParagraphFont"/>
    <w:rsid w:val="00550C6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853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185380"/>
    <w:pPr>
      <w:spacing w:before="60" w:line="264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185380"/>
    <w:rPr>
      <w:rFonts w:ascii="Times New Roman" w:eastAsia="Times New Roman" w:hAnsi="Times New Roman"/>
      <w:sz w:val="24"/>
      <w:lang w:eastAsia="en-US"/>
    </w:rPr>
  </w:style>
  <w:style w:type="paragraph" w:customStyle="1" w:styleId="Table">
    <w:name w:val="Table"/>
    <w:basedOn w:val="Normal"/>
    <w:rsid w:val="00185380"/>
    <w:pPr>
      <w:spacing w:before="60" w:after="20" w:line="264" w:lineRule="auto"/>
      <w:ind w:left="113" w:right="113"/>
    </w:pPr>
    <w:rPr>
      <w:rFonts w:ascii="Times New Roman" w:eastAsia="Times New Roman" w:hAnsi="Times New Roman"/>
      <w:szCs w:val="20"/>
      <w:lang w:val="en-GB"/>
    </w:rPr>
  </w:style>
  <w:style w:type="paragraph" w:customStyle="1" w:styleId="BodyTextforTable">
    <w:name w:val="Body Text for Table ...."/>
    <w:basedOn w:val="BodyText"/>
    <w:qFormat/>
    <w:rsid w:val="00185380"/>
    <w:pPr>
      <w:tabs>
        <w:tab w:val="center" w:leader="dot" w:pos="2268"/>
      </w:tabs>
    </w:pPr>
  </w:style>
  <w:style w:type="paragraph" w:customStyle="1" w:styleId="BodyText0">
    <w:name w:val="Body Text ..."/>
    <w:basedOn w:val="BodyText"/>
    <w:qFormat/>
    <w:rsid w:val="00185380"/>
    <w:pPr>
      <w:tabs>
        <w:tab w:val="right" w:leader="dot" w:pos="9639"/>
      </w:tabs>
    </w:pPr>
  </w:style>
  <w:style w:type="paragraph" w:customStyle="1" w:styleId="mainbody1">
    <w:name w:val="main body 1"/>
    <w:basedOn w:val="Normal"/>
    <w:rsid w:val="00185380"/>
    <w:pPr>
      <w:spacing w:before="240" w:after="240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0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0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0F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0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0F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7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essica.pilla@iter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essica.pilla@ite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obsm\My%20Documents\Work\Templates\No_Department_-_Letterhead_Template_2FPXLC_v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No_Department_-_Letterhead_Template_2FPXLC_v1_1.dot</Template>
  <TotalTime>11</TotalTime>
  <Pages>5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</vt:lpstr>
    </vt:vector>
  </TitlesOfParts>
  <Company>ITER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</dc:title>
  <dc:creator>M. Jacobs</dc:creator>
  <cp:lastModifiedBy>Pilla Jessica</cp:lastModifiedBy>
  <cp:revision>6</cp:revision>
  <cp:lastPrinted>2021-09-22T09:17:00Z</cp:lastPrinted>
  <dcterms:created xsi:type="dcterms:W3CDTF">2022-08-26T13:10:00Z</dcterms:created>
  <dcterms:modified xsi:type="dcterms:W3CDTF">2022-11-18T10:26:00Z</dcterms:modified>
</cp:coreProperties>
</file>